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E5" w:rsidRPr="00E41EEF" w:rsidRDefault="008853E5" w:rsidP="00E41EEF">
      <w:pPr>
        <w:pStyle w:val="ConsPlusNormal"/>
        <w:outlineLvl w:val="0"/>
        <w:rPr>
          <w:b/>
          <w:bCs/>
        </w:rPr>
      </w:pPr>
      <w:r>
        <w:t xml:space="preserve">                                                        </w:t>
      </w:r>
    </w:p>
    <w:p w:rsidR="008853E5" w:rsidRDefault="008853E5" w:rsidP="00E41EEF">
      <w:pPr>
        <w:pStyle w:val="ConsPlusNormal"/>
        <w:jc w:val="right"/>
      </w:pPr>
      <w:r>
        <w:t xml:space="preserve">                                                                            Приложение</w:t>
      </w:r>
    </w:p>
    <w:p w:rsidR="008853E5" w:rsidRDefault="008853E5" w:rsidP="00E41EEF">
      <w:pPr>
        <w:pStyle w:val="ConsPlusNormal"/>
        <w:jc w:val="right"/>
      </w:pPr>
      <w:r>
        <w:t xml:space="preserve">                                                                    к постановлению Администрации </w:t>
      </w:r>
    </w:p>
    <w:p w:rsidR="008853E5" w:rsidRDefault="008853E5" w:rsidP="00E41EEF">
      <w:pPr>
        <w:pStyle w:val="ConsPlusNormal"/>
        <w:jc w:val="right"/>
      </w:pPr>
      <w:r>
        <w:t xml:space="preserve">                                                                        Большереченского муниципального </w:t>
      </w:r>
    </w:p>
    <w:p w:rsidR="008853E5" w:rsidRDefault="008853E5" w:rsidP="00E41EEF">
      <w:pPr>
        <w:pStyle w:val="ConsPlusNormal"/>
        <w:jc w:val="right"/>
      </w:pPr>
      <w:r>
        <w:t xml:space="preserve">                                                           района о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т 23.10.2015 № 330 </w:t>
      </w:r>
    </w:p>
    <w:p w:rsidR="008853E5" w:rsidRDefault="008853E5" w:rsidP="004877ED">
      <w:pPr>
        <w:pStyle w:val="ConsPlusNormal"/>
        <w:rPr>
          <w:b/>
          <w:bCs/>
        </w:rPr>
      </w:pPr>
    </w:p>
    <w:p w:rsidR="008853E5" w:rsidRDefault="008853E5" w:rsidP="004877ED">
      <w:pPr>
        <w:pStyle w:val="ConsPlusNormal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8853E5" w:rsidRDefault="008853E5" w:rsidP="004877ED">
      <w:pPr>
        <w:pStyle w:val="ConsPlusNormal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</w:t>
      </w:r>
    </w:p>
    <w:p w:rsidR="008853E5" w:rsidRDefault="008853E5" w:rsidP="004877ED">
      <w:pPr>
        <w:pStyle w:val="ConsPlusNormal"/>
        <w:jc w:val="center"/>
        <w:rPr>
          <w:b/>
          <w:bCs/>
        </w:rPr>
      </w:pPr>
      <w:r>
        <w:rPr>
          <w:b/>
          <w:bCs/>
        </w:rPr>
        <w:t>«Оказание информационно-консультационных услуг</w:t>
      </w:r>
    </w:p>
    <w:p w:rsidR="008853E5" w:rsidRDefault="008853E5" w:rsidP="004877ED">
      <w:pPr>
        <w:pStyle w:val="ConsPlusNormal"/>
        <w:jc w:val="center"/>
        <w:rPr>
          <w:b/>
          <w:bCs/>
        </w:rPr>
      </w:pPr>
      <w:r>
        <w:rPr>
          <w:b/>
          <w:bCs/>
        </w:rPr>
        <w:t>субъектам малого и среднего предпринимательства»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jc w:val="center"/>
        <w:outlineLvl w:val="1"/>
      </w:pPr>
      <w:r>
        <w:t>1. Общие положения</w:t>
      </w:r>
    </w:p>
    <w:p w:rsidR="008853E5" w:rsidRDefault="008853E5" w:rsidP="004877ED">
      <w:pPr>
        <w:pStyle w:val="ConsPlusNormal"/>
        <w:jc w:val="center"/>
      </w:pPr>
    </w:p>
    <w:p w:rsidR="008853E5" w:rsidRPr="008F0482" w:rsidRDefault="008853E5" w:rsidP="004877ED">
      <w:pPr>
        <w:pStyle w:val="ConsPlusNormal"/>
        <w:jc w:val="both"/>
        <w:rPr>
          <w:bCs/>
        </w:rPr>
      </w:pPr>
      <w:r>
        <w:t xml:space="preserve">1.1. Административный регламент предоставления муниципальной услуги </w:t>
      </w:r>
      <w:r w:rsidRPr="008F0482">
        <w:t>«</w:t>
      </w:r>
      <w:r w:rsidRPr="008F0482">
        <w:rPr>
          <w:bCs/>
        </w:rPr>
        <w:t>Оказание информационно-консультационных услуг</w:t>
      </w:r>
      <w:r>
        <w:rPr>
          <w:bCs/>
        </w:rPr>
        <w:t xml:space="preserve"> </w:t>
      </w:r>
      <w:r w:rsidRPr="008F0482">
        <w:rPr>
          <w:bCs/>
        </w:rPr>
        <w:t>субъектам малого и среднего предпринимательства</w:t>
      </w:r>
      <w:r>
        <w:t xml:space="preserve">» (далее - Административный регламент) определяет процедуру предоставления муниципальной услуги «Оказание информационно-консультационных услуг субъектам малого и среднего предпринимательства» (далее - услуга), разработан в целях повышения качества исполнения и доступности результата предоставления услуги и определяет сроки и последовательность действий (административных процедур) при осуществлении </w:t>
      </w:r>
      <w:r w:rsidRPr="000A34CC">
        <w:t>полномочий по предоставлению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Административный регламент определяет виды и условия получения субъектами малого и среднего предпринимательства (далее - СМиСП) консультационной и организационной поддержки, оказываемой отделом экономики и регулирования тарифов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1.2. Получателями услуги могут быть юридические лица и индивидуальные предприниматели, зарегистрированные на территории Большереченского муниципального района Омской области в качестве СМиСП, соответствующие условиям, установленным </w:t>
      </w:r>
      <w:hyperlink r:id="rId4" w:history="1">
        <w:r w:rsidRPr="00806E56">
          <w:t>статьей 4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8853E5" w:rsidRDefault="008853E5" w:rsidP="004877ED">
      <w:pPr>
        <w:pStyle w:val="ConsPlusNormal"/>
        <w:ind w:firstLine="540"/>
        <w:jc w:val="both"/>
      </w:pPr>
      <w:r>
        <w:t>1.3. Муниципальная услуга предоставляется отделом экономики и регулирования тарифов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Адрес: 646670, Омская область, Большереченский район, р.п. Большеречье, ул. Советов, д. 69, кабинет № 3.</w:t>
      </w:r>
    </w:p>
    <w:p w:rsidR="008853E5" w:rsidRDefault="008853E5" w:rsidP="004877ED">
      <w:pPr>
        <w:pStyle w:val="ConsPlusNormal"/>
        <w:ind w:firstLine="540"/>
        <w:jc w:val="both"/>
      </w:pPr>
      <w:r>
        <w:t>График работы: понедельник - четверг с 8.30 до 18.00, понедельник – пятница с 8.30 до 16.30 (перерыв 12.45 до 14.00).</w:t>
      </w:r>
    </w:p>
    <w:p w:rsidR="008853E5" w:rsidRDefault="008853E5" w:rsidP="004877ED">
      <w:pPr>
        <w:pStyle w:val="ConsPlusNormal"/>
        <w:ind w:firstLine="540"/>
        <w:jc w:val="both"/>
      </w:pPr>
      <w:r>
        <w:t>Телефон: (38169) 2-18-45, 2-19-45, факс: (38169) 2-18-45.</w:t>
      </w:r>
    </w:p>
    <w:p w:rsidR="008853E5" w:rsidRPr="008F0482" w:rsidRDefault="008853E5" w:rsidP="004877ED">
      <w:pPr>
        <w:pStyle w:val="ConsPlusNormal"/>
        <w:ind w:firstLine="540"/>
        <w:jc w:val="both"/>
      </w:pPr>
      <w:r>
        <w:t>Электронная почта:</w:t>
      </w:r>
      <w:r w:rsidRPr="00806E56">
        <w:t xml:space="preserve"> </w:t>
      </w:r>
      <w:hyperlink r:id="rId5" w:history="1">
        <w:r w:rsidRPr="00C6456E">
          <w:rPr>
            <w:rStyle w:val="Hyperlink"/>
            <w:color w:val="auto"/>
            <w:lang w:val="en-US"/>
          </w:rPr>
          <w:t>bolr</w:t>
        </w:r>
        <w:r w:rsidRPr="00C6456E">
          <w:rPr>
            <w:rStyle w:val="Hyperlink"/>
            <w:color w:val="auto"/>
          </w:rPr>
          <w:t>-</w:t>
        </w:r>
        <w:r w:rsidRPr="00C6456E">
          <w:rPr>
            <w:rStyle w:val="Hyperlink"/>
            <w:color w:val="auto"/>
            <w:lang w:val="en-US"/>
          </w:rPr>
          <w:t>mr</w:t>
        </w:r>
        <w:r w:rsidRPr="00C6456E">
          <w:rPr>
            <w:rStyle w:val="Hyperlink"/>
            <w:color w:val="auto"/>
          </w:rPr>
          <w:t>@</w:t>
        </w:r>
        <w:r w:rsidRPr="00C6456E">
          <w:rPr>
            <w:rStyle w:val="Hyperlink"/>
            <w:color w:val="auto"/>
            <w:lang w:val="en-US"/>
          </w:rPr>
          <w:t>bk</w:t>
        </w:r>
        <w:r w:rsidRPr="00C6456E">
          <w:rPr>
            <w:rStyle w:val="Hyperlink"/>
            <w:color w:val="auto"/>
          </w:rPr>
          <w:t>.</w:t>
        </w:r>
        <w:r w:rsidRPr="00C6456E">
          <w:rPr>
            <w:rStyle w:val="Hyperlink"/>
            <w:color w:val="auto"/>
            <w:lang w:val="en-US"/>
          </w:rPr>
          <w:t>ru</w:t>
        </w:r>
      </w:hyperlink>
      <w:r w:rsidRPr="00C6456E">
        <w:t xml:space="preserve">; </w:t>
      </w:r>
      <w:hyperlink r:id="rId6" w:history="1">
        <w:r w:rsidRPr="00C6456E">
          <w:rPr>
            <w:rStyle w:val="Hyperlink"/>
            <w:color w:val="auto"/>
            <w:lang w:val="en-US"/>
          </w:rPr>
          <w:t>bolr</w:t>
        </w:r>
        <w:r w:rsidRPr="00C6456E">
          <w:rPr>
            <w:rStyle w:val="Hyperlink"/>
            <w:color w:val="auto"/>
          </w:rPr>
          <w:t>-</w:t>
        </w:r>
        <w:r w:rsidRPr="00C6456E">
          <w:rPr>
            <w:rStyle w:val="Hyperlink"/>
            <w:color w:val="auto"/>
            <w:lang w:val="en-US"/>
          </w:rPr>
          <w:t>lt</w:t>
        </w:r>
        <w:r w:rsidRPr="00C6456E">
          <w:rPr>
            <w:rStyle w:val="Hyperlink"/>
            <w:color w:val="auto"/>
          </w:rPr>
          <w:t>@</w:t>
        </w:r>
        <w:r w:rsidRPr="00C6456E">
          <w:rPr>
            <w:rStyle w:val="Hyperlink"/>
            <w:color w:val="auto"/>
            <w:lang w:val="en-US"/>
          </w:rPr>
          <w:t>bk</w:t>
        </w:r>
        <w:r w:rsidRPr="00C6456E">
          <w:rPr>
            <w:rStyle w:val="Hyperlink"/>
            <w:color w:val="auto"/>
          </w:rPr>
          <w:t>.</w:t>
        </w:r>
        <w:r w:rsidRPr="00C6456E">
          <w:rPr>
            <w:rStyle w:val="Hyperlink"/>
            <w:color w:val="auto"/>
            <w:lang w:val="en-US"/>
          </w:rPr>
          <w:t>ru</w:t>
        </w:r>
      </w:hyperlink>
      <w:r>
        <w:t xml:space="preserve">; </w:t>
      </w:r>
      <w:hyperlink r:id="rId7" w:history="1">
        <w:r w:rsidRPr="00630AF8">
          <w:rPr>
            <w:rStyle w:val="Hyperlink"/>
            <w:lang w:val="en-US"/>
          </w:rPr>
          <w:t>bolr</w:t>
        </w:r>
        <w:r w:rsidRPr="00630AF8">
          <w:rPr>
            <w:rStyle w:val="Hyperlink"/>
          </w:rPr>
          <w:t>-</w:t>
        </w:r>
        <w:r w:rsidRPr="00630AF8">
          <w:rPr>
            <w:rStyle w:val="Hyperlink"/>
            <w:lang w:val="en-US"/>
          </w:rPr>
          <w:t>sv</w:t>
        </w:r>
        <w:r w:rsidRPr="00630AF8">
          <w:rPr>
            <w:rStyle w:val="Hyperlink"/>
          </w:rPr>
          <w:t>@</w:t>
        </w:r>
        <w:r w:rsidRPr="00630AF8">
          <w:rPr>
            <w:rStyle w:val="Hyperlink"/>
            <w:lang w:val="en-US"/>
          </w:rPr>
          <w:t>bk</w:t>
        </w:r>
        <w:r w:rsidRPr="00630AF8">
          <w:rPr>
            <w:rStyle w:val="Hyperlink"/>
          </w:rPr>
          <w:t>.</w:t>
        </w:r>
        <w:r w:rsidRPr="00630AF8">
          <w:rPr>
            <w:rStyle w:val="Hyperlink"/>
            <w:lang w:val="en-US"/>
          </w:rPr>
          <w:t>ru</w:t>
        </w:r>
      </w:hyperlink>
      <w:r>
        <w:t>.</w:t>
      </w:r>
    </w:p>
    <w:p w:rsidR="008853E5" w:rsidRDefault="008853E5" w:rsidP="009B5F1B">
      <w:pPr>
        <w:pStyle w:val="ConsPlusNormal"/>
        <w:ind w:firstLine="540"/>
        <w:jc w:val="both"/>
      </w:pPr>
      <w:r>
        <w:t xml:space="preserve">Сайт в информационно-телекоммуникационной сети "Интернет": </w:t>
      </w:r>
      <w:hyperlink r:id="rId8" w:history="1">
        <w:r w:rsidRPr="009306AF">
          <w:rPr>
            <w:rStyle w:val="Hyperlink"/>
          </w:rPr>
          <w:t>www.</w:t>
        </w:r>
        <w:r w:rsidRPr="009306AF">
          <w:rPr>
            <w:rStyle w:val="Hyperlink"/>
            <w:lang w:val="en-US"/>
          </w:rPr>
          <w:t>bolr</w:t>
        </w:r>
        <w:r w:rsidRPr="009306AF">
          <w:rPr>
            <w:rStyle w:val="Hyperlink"/>
          </w:rPr>
          <w:t>.omskportal.ru</w:t>
        </w:r>
      </w:hyperlink>
      <w:r>
        <w:t>.</w:t>
      </w:r>
    </w:p>
    <w:p w:rsidR="008853E5" w:rsidRDefault="008853E5" w:rsidP="009B5F1B">
      <w:pPr>
        <w:pStyle w:val="ConsPlusNormal"/>
        <w:ind w:firstLine="540"/>
        <w:jc w:val="both"/>
      </w:pPr>
    </w:p>
    <w:p w:rsidR="008853E5" w:rsidRDefault="008853E5" w:rsidP="00152167">
      <w:pPr>
        <w:pStyle w:val="ConsPlusNormal"/>
        <w:ind w:firstLine="540"/>
        <w:jc w:val="center"/>
      </w:pPr>
      <w:r>
        <w:t>3</w:t>
      </w:r>
    </w:p>
    <w:p w:rsidR="008853E5" w:rsidRDefault="008853E5" w:rsidP="009B5F1B">
      <w:pPr>
        <w:pStyle w:val="ConsPlusNormal"/>
        <w:ind w:firstLine="540"/>
        <w:jc w:val="both"/>
      </w:pPr>
      <w:r>
        <w:t xml:space="preserve">1.4. Информирование  о порядке предоставления муниципальной услуги осуществляется отделом экономики и регулирования тарифов Администрации Большереченского муниципального района Омской области:                                          </w:t>
      </w:r>
    </w:p>
    <w:p w:rsidR="008853E5" w:rsidRDefault="008853E5" w:rsidP="004877ED">
      <w:pPr>
        <w:pStyle w:val="ConsPlusNormal"/>
        <w:ind w:firstLine="540"/>
        <w:jc w:val="both"/>
      </w:pPr>
      <w:r>
        <w:t>- непосредственно у специалистов отдела экономики и регулирования тарифов при личном обращении;</w:t>
      </w:r>
    </w:p>
    <w:p w:rsidR="008853E5" w:rsidRDefault="008853E5" w:rsidP="004877ED">
      <w:pPr>
        <w:pStyle w:val="ConsPlusNormal"/>
        <w:jc w:val="both"/>
      </w:pPr>
      <w:r>
        <w:t xml:space="preserve">       - по письменным обращениям;</w:t>
      </w:r>
    </w:p>
    <w:p w:rsidR="008853E5" w:rsidRDefault="008853E5" w:rsidP="004877ED">
      <w:pPr>
        <w:pStyle w:val="ConsPlusNormal"/>
        <w:ind w:firstLine="540"/>
        <w:jc w:val="both"/>
      </w:pPr>
      <w:r>
        <w:t>- по электронной почте;</w:t>
      </w:r>
    </w:p>
    <w:p w:rsidR="008853E5" w:rsidRDefault="008853E5" w:rsidP="004877ED">
      <w:pPr>
        <w:pStyle w:val="ConsPlusNormal"/>
        <w:ind w:firstLine="540"/>
        <w:jc w:val="both"/>
      </w:pPr>
      <w:r>
        <w:t>- по телефону;</w:t>
      </w:r>
    </w:p>
    <w:p w:rsidR="008853E5" w:rsidRDefault="008853E5" w:rsidP="004877ED">
      <w:pPr>
        <w:pStyle w:val="ConsPlusNormal"/>
        <w:ind w:firstLine="540"/>
        <w:jc w:val="both"/>
      </w:pPr>
      <w:r>
        <w:t>- путем размещения в открытой и доступной форме в федеральной государственной информационной системе «Единый портал государственных и муниципальных услуг (функций)», государственной информационной системе Омской области «Портал государственных и муниципальных услуг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При консультировании по электронной почте лицу, направившему обращение, дается четкий и понятный ответ на поставленные вопросы, указываются фамилия, имя, отчество, должность и номер телефона исполнителя.</w:t>
      </w:r>
    </w:p>
    <w:p w:rsidR="008853E5" w:rsidRDefault="008853E5" w:rsidP="004877ED">
      <w:pPr>
        <w:pStyle w:val="ConsPlusNormal"/>
        <w:ind w:firstLine="540"/>
        <w:jc w:val="both"/>
      </w:pPr>
      <w:r>
        <w:t>1.5. Основными требованиями к информированию заявителей являются:</w:t>
      </w:r>
    </w:p>
    <w:p w:rsidR="008853E5" w:rsidRDefault="008853E5" w:rsidP="004877ED">
      <w:pPr>
        <w:pStyle w:val="ConsPlusNormal"/>
        <w:ind w:firstLine="540"/>
        <w:jc w:val="both"/>
      </w:pPr>
      <w:r>
        <w:t>- достоверность предоставляемой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четкость изложения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полнота информирования;</w:t>
      </w:r>
    </w:p>
    <w:p w:rsidR="008853E5" w:rsidRDefault="008853E5" w:rsidP="004877ED">
      <w:pPr>
        <w:pStyle w:val="ConsPlusNormal"/>
        <w:ind w:firstLine="540"/>
        <w:jc w:val="both"/>
      </w:pPr>
      <w:r>
        <w:t>- наглядность форм предоставляемой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удобство и доступность получения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оперативность предоставления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вежливая и спокойная тональность общения.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jc w:val="center"/>
        <w:outlineLvl w:val="1"/>
      </w:pPr>
      <w:r>
        <w:t>2. Стандарт предоставления муниципальной услуги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ind w:firstLine="540"/>
        <w:jc w:val="both"/>
      </w:pPr>
      <w:r>
        <w:t>2.1. Наименование муниципальной услуги: «Оказание информационно-консультационных услуг субъектам малого и среднего предпринимательства».</w:t>
      </w:r>
    </w:p>
    <w:p w:rsidR="008853E5" w:rsidRDefault="008853E5" w:rsidP="004877ED">
      <w:pPr>
        <w:pStyle w:val="ConsPlusNormal"/>
        <w:ind w:firstLine="540"/>
        <w:jc w:val="both"/>
      </w:pPr>
      <w:r>
        <w:t>2.2. Предоставление муниципальной услуги «Оказание информационно-консультационных услуг субъектам малого и среднего предпринимательства» осуществляет отдел экономики и регулирования тарифов Администрации Большереченского муниципального района Омской области (далее - отдел).</w:t>
      </w:r>
    </w:p>
    <w:p w:rsidR="008853E5" w:rsidRDefault="008853E5" w:rsidP="004877ED">
      <w:pPr>
        <w:pStyle w:val="ConsPlusNormal"/>
        <w:ind w:firstLine="540"/>
        <w:jc w:val="both"/>
      </w:pPr>
      <w:r>
        <w:t>2.2.1. Консультационная поддержка СМиСП может быть оказана в виде предоставления следующих услуг:</w:t>
      </w:r>
    </w:p>
    <w:p w:rsidR="008853E5" w:rsidRDefault="008853E5" w:rsidP="004877ED">
      <w:pPr>
        <w:pStyle w:val="ConsPlusNormal"/>
        <w:ind w:firstLine="540"/>
        <w:jc w:val="both"/>
      </w:pPr>
      <w:r>
        <w:t>1) консультирование по вопросам:</w:t>
      </w:r>
    </w:p>
    <w:p w:rsidR="008853E5" w:rsidRDefault="008853E5" w:rsidP="004877ED">
      <w:pPr>
        <w:pStyle w:val="ConsPlusNormal"/>
        <w:ind w:firstLine="540"/>
        <w:jc w:val="both"/>
      </w:pPr>
      <w:r>
        <w:t>- применения муниципальных нормативных правовых актов органов местного самоуправления, регулирующих деятельность СМиСП;</w:t>
      </w:r>
    </w:p>
    <w:p w:rsidR="008853E5" w:rsidRDefault="008853E5" w:rsidP="004877ED">
      <w:pPr>
        <w:pStyle w:val="ConsPlusNormal"/>
        <w:ind w:firstLine="540"/>
        <w:jc w:val="both"/>
      </w:pPr>
      <w:r>
        <w:t>- соблюдения трудового законодательства;</w:t>
      </w:r>
    </w:p>
    <w:p w:rsidR="008853E5" w:rsidRDefault="008853E5" w:rsidP="004877ED">
      <w:pPr>
        <w:pStyle w:val="ConsPlusNormal"/>
        <w:ind w:firstLine="540"/>
        <w:jc w:val="both"/>
      </w:pPr>
      <w:r>
        <w:t>- порядка организации торговли и бытового обслуживания;</w:t>
      </w:r>
    </w:p>
    <w:p w:rsidR="008853E5" w:rsidRDefault="008853E5" w:rsidP="004877ED">
      <w:pPr>
        <w:pStyle w:val="ConsPlusNormal"/>
        <w:ind w:firstLine="540"/>
        <w:jc w:val="both"/>
      </w:pPr>
      <w:r>
        <w:t>- условий проведения отборов инвестиционных проектов;</w:t>
      </w:r>
    </w:p>
    <w:p w:rsidR="008853E5" w:rsidRDefault="008853E5" w:rsidP="004877ED">
      <w:pPr>
        <w:pStyle w:val="ConsPlusNormal"/>
        <w:ind w:firstLine="540"/>
        <w:jc w:val="both"/>
      </w:pPr>
      <w:r>
        <w:t>- стратегических приоритетных направлений развития района;</w:t>
      </w: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587A09">
      <w:pPr>
        <w:pStyle w:val="ConsPlusNormal"/>
        <w:ind w:firstLine="540"/>
        <w:jc w:val="center"/>
      </w:pPr>
      <w:r>
        <w:t>4</w:t>
      </w:r>
    </w:p>
    <w:p w:rsidR="008853E5" w:rsidRDefault="008853E5" w:rsidP="004877ED">
      <w:pPr>
        <w:pStyle w:val="ConsPlusNormal"/>
        <w:ind w:firstLine="540"/>
        <w:jc w:val="both"/>
      </w:pPr>
      <w:r>
        <w:t>- участия в образовательных проектах, в том числе в семинарах, финансируемых за счет средств муниципального и областного бюджетов;</w:t>
      </w:r>
    </w:p>
    <w:p w:rsidR="008853E5" w:rsidRDefault="008853E5" w:rsidP="004877ED">
      <w:pPr>
        <w:pStyle w:val="ConsPlusNormal"/>
        <w:ind w:firstLine="540"/>
        <w:jc w:val="both"/>
      </w:pPr>
      <w:r>
        <w:t>- участия в конкурсах, организуемых для поддержки и развития малого предпринимательства, потребительского рынка и услуг для СМиСП;</w:t>
      </w:r>
    </w:p>
    <w:p w:rsidR="008853E5" w:rsidRDefault="008853E5" w:rsidP="004877ED">
      <w:pPr>
        <w:pStyle w:val="ConsPlusNormal"/>
        <w:ind w:firstLine="540"/>
        <w:jc w:val="both"/>
      </w:pPr>
      <w:r>
        <w:t>- участия в программах, касающихся развития малого предпринимательства;</w:t>
      </w:r>
    </w:p>
    <w:p w:rsidR="008853E5" w:rsidRDefault="008853E5" w:rsidP="004877ED">
      <w:pPr>
        <w:pStyle w:val="ConsPlusNormal"/>
        <w:ind w:firstLine="540"/>
        <w:jc w:val="both"/>
      </w:pPr>
      <w:r>
        <w:t>2) обеспечение СМиСП доступной адресной информацией:</w:t>
      </w:r>
    </w:p>
    <w:p w:rsidR="008853E5" w:rsidRDefault="008853E5" w:rsidP="004877ED">
      <w:pPr>
        <w:pStyle w:val="ConsPlusNormal"/>
        <w:ind w:firstLine="540"/>
        <w:jc w:val="both"/>
      </w:pPr>
      <w:r>
        <w:t>- о структурах органов, контролирующих деятельность СМиСП;</w:t>
      </w:r>
    </w:p>
    <w:p w:rsidR="008853E5" w:rsidRDefault="008853E5" w:rsidP="004877ED">
      <w:pPr>
        <w:pStyle w:val="ConsPlusNormal"/>
        <w:ind w:firstLine="540"/>
        <w:jc w:val="both"/>
      </w:pPr>
      <w:r>
        <w:t>- об организациях, оказывающих СМиСП широкий спектр услуг (консультационные, финансово-кредитные, лизинговые, образовательные, юридические, аудиторские, маркетинговые, патентные и другие).</w:t>
      </w:r>
    </w:p>
    <w:p w:rsidR="008853E5" w:rsidRDefault="008853E5" w:rsidP="004877ED">
      <w:pPr>
        <w:pStyle w:val="ConsPlusNormal"/>
        <w:ind w:firstLine="540"/>
        <w:jc w:val="both"/>
      </w:pPr>
      <w:r>
        <w:t>3) предоставление информации о проводимых выставках, ярмарках, семинарах, "круглых столах";</w:t>
      </w:r>
    </w:p>
    <w:p w:rsidR="008853E5" w:rsidRDefault="008853E5" w:rsidP="004877ED">
      <w:pPr>
        <w:pStyle w:val="ConsPlusNormal"/>
        <w:ind w:firstLine="540"/>
        <w:jc w:val="both"/>
      </w:pPr>
      <w:r>
        <w:t>4) предоставление информации о состоянии малого предпринимательства в районе и динамике его развития.</w:t>
      </w:r>
    </w:p>
    <w:p w:rsidR="008853E5" w:rsidRDefault="008853E5" w:rsidP="004877ED">
      <w:pPr>
        <w:pStyle w:val="ConsPlusNormal"/>
        <w:ind w:firstLine="540"/>
        <w:jc w:val="both"/>
      </w:pPr>
      <w:r>
        <w:t>2.2.2. Организационная поддержка СМиСП оказывается в виде:</w:t>
      </w:r>
    </w:p>
    <w:p w:rsidR="008853E5" w:rsidRDefault="008853E5" w:rsidP="004877ED">
      <w:pPr>
        <w:pStyle w:val="ConsPlusNormal"/>
        <w:ind w:firstLine="540"/>
        <w:jc w:val="both"/>
      </w:pPr>
      <w:r>
        <w:t>1) организации и обеспечения участия СМиСП в районных мероприятиях;</w:t>
      </w:r>
    </w:p>
    <w:p w:rsidR="008853E5" w:rsidRDefault="008853E5" w:rsidP="004877ED">
      <w:pPr>
        <w:pStyle w:val="ConsPlusNormal"/>
        <w:ind w:firstLine="540"/>
        <w:jc w:val="both"/>
      </w:pPr>
      <w:r>
        <w:t>2) организации и проведения конференций, семинаров, "круглых столов" по вопросам малого предпринимательства с участием органов местного самоуправления, контрольно-разрешительных органов и обеспечения участия СМиСП в данных мероприятиях;</w:t>
      </w:r>
    </w:p>
    <w:p w:rsidR="008853E5" w:rsidRDefault="008853E5" w:rsidP="004877ED">
      <w:pPr>
        <w:pStyle w:val="ConsPlusNormal"/>
        <w:ind w:firstLine="540"/>
        <w:jc w:val="both"/>
      </w:pPr>
      <w:r>
        <w:t>3) сотрудничества со средствами массовой информации (далее - СМИ), публикации статей в поддержку развития малого и среднего предпринимательства на территории Большереченского муниципального района Омской области и формирования положительного имиджа предпринимателя.</w:t>
      </w:r>
    </w:p>
    <w:p w:rsidR="008853E5" w:rsidRDefault="008853E5" w:rsidP="004877ED">
      <w:pPr>
        <w:pStyle w:val="ConsPlusNormal"/>
        <w:ind w:firstLine="540"/>
        <w:jc w:val="both"/>
      </w:pPr>
      <w:r>
        <w:t>2.3. Результатом предоставления муниципальной услуги является:</w:t>
      </w:r>
    </w:p>
    <w:p w:rsidR="008853E5" w:rsidRDefault="008853E5" w:rsidP="004877ED">
      <w:pPr>
        <w:pStyle w:val="ConsPlusNormal"/>
        <w:ind w:firstLine="540"/>
        <w:jc w:val="both"/>
      </w:pPr>
      <w:r>
        <w:t>- оказание субъектам малого и среднего предпринимательства консультационной и организационной поддержки;</w:t>
      </w:r>
    </w:p>
    <w:p w:rsidR="008853E5" w:rsidRDefault="008853E5" w:rsidP="004877ED">
      <w:pPr>
        <w:pStyle w:val="ConsPlusNormal"/>
        <w:ind w:firstLine="540"/>
        <w:jc w:val="both"/>
      </w:pPr>
      <w:r>
        <w:t>- отказ в предоставлении консультационной и организационной поддержки СМиСП.</w:t>
      </w:r>
    </w:p>
    <w:p w:rsidR="008853E5" w:rsidRDefault="008853E5" w:rsidP="004877ED">
      <w:pPr>
        <w:pStyle w:val="ConsPlusNormal"/>
        <w:ind w:firstLine="540"/>
        <w:jc w:val="both"/>
      </w:pPr>
      <w:r>
        <w:t>2.4. Сроки предоставления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Общий срок рассмотрения обращений заявителей - 15 дней со дня регистрации обращения.</w:t>
      </w:r>
    </w:p>
    <w:p w:rsidR="008853E5" w:rsidRDefault="008853E5" w:rsidP="004877ED">
      <w:pPr>
        <w:pStyle w:val="ConsPlusNormal"/>
        <w:ind w:firstLine="540"/>
        <w:jc w:val="both"/>
      </w:pPr>
      <w:r>
        <w:t>В случае поступления письменного заявления в срок не позднее 15 дней с даты регистрации.</w:t>
      </w:r>
    </w:p>
    <w:p w:rsidR="008853E5" w:rsidRDefault="008853E5" w:rsidP="004877ED">
      <w:pPr>
        <w:pStyle w:val="ConsPlusNormal"/>
        <w:ind w:firstLine="540"/>
        <w:jc w:val="both"/>
      </w:pPr>
      <w:r>
        <w:t>В случае обращения по телефону непосредственно в момент личного обращения.</w:t>
      </w:r>
    </w:p>
    <w:p w:rsidR="008853E5" w:rsidRDefault="008853E5" w:rsidP="004877ED">
      <w:pPr>
        <w:pStyle w:val="ConsPlusNormal"/>
        <w:ind w:firstLine="540"/>
        <w:jc w:val="both"/>
      </w:pPr>
      <w:r>
        <w:t>2.5. Правовые основания для предоставления муниципальной услуги: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- </w:t>
      </w:r>
      <w:hyperlink r:id="rId9" w:history="1">
        <w:r w:rsidRPr="00E977AE">
          <w:t>Конституция</w:t>
        </w:r>
      </w:hyperlink>
      <w:r>
        <w:t xml:space="preserve"> Российской Федерации (принята всенародным голосование 12.12.1993г);</w:t>
      </w:r>
    </w:p>
    <w:p w:rsidR="008853E5" w:rsidRPr="00E977AE" w:rsidRDefault="008853E5" w:rsidP="004877ED">
      <w:pPr>
        <w:pStyle w:val="ConsPlusNormal"/>
        <w:ind w:firstLine="540"/>
        <w:jc w:val="both"/>
      </w:pPr>
      <w:r>
        <w:t xml:space="preserve">- Гражданский </w:t>
      </w:r>
      <w:hyperlink r:id="rId10" w:history="1">
        <w:r w:rsidRPr="00E977AE">
          <w:t>кодекс</w:t>
        </w:r>
      </w:hyperlink>
      <w:r w:rsidRPr="00E977AE">
        <w:t xml:space="preserve"> Российской Федерации;</w:t>
      </w:r>
    </w:p>
    <w:p w:rsidR="008853E5" w:rsidRDefault="008853E5" w:rsidP="004877ED">
      <w:pPr>
        <w:pStyle w:val="ConsPlusNormal"/>
        <w:ind w:firstLine="540"/>
        <w:jc w:val="both"/>
      </w:pPr>
      <w:r w:rsidRPr="00E977AE">
        <w:t xml:space="preserve">- Федеральный </w:t>
      </w:r>
      <w:hyperlink r:id="rId11" w:history="1">
        <w:r w:rsidRPr="00E977AE">
          <w:t>закон</w:t>
        </w:r>
      </w:hyperlink>
      <w:r w:rsidRPr="00E977AE">
        <w:t xml:space="preserve"> </w:t>
      </w:r>
      <w:r>
        <w:t>от 6 октября 2003 года N 131-ФЗ "Об общих принципах организации местного самоуправления в Российской Федерации";</w:t>
      </w:r>
    </w:p>
    <w:p w:rsidR="008853E5" w:rsidRDefault="008853E5" w:rsidP="008F237F">
      <w:pPr>
        <w:pStyle w:val="ConsPlusNormal"/>
        <w:ind w:firstLine="540"/>
        <w:jc w:val="center"/>
      </w:pPr>
      <w:r>
        <w:t>5</w:t>
      </w:r>
    </w:p>
    <w:p w:rsidR="008853E5" w:rsidRPr="00E977AE" w:rsidRDefault="008853E5" w:rsidP="004877ED">
      <w:pPr>
        <w:pStyle w:val="ConsPlusNormal"/>
        <w:ind w:firstLine="540"/>
        <w:jc w:val="both"/>
      </w:pPr>
      <w:r>
        <w:t xml:space="preserve">- Федеральный </w:t>
      </w:r>
      <w:hyperlink r:id="rId12" w:history="1">
        <w:r w:rsidRPr="00E977AE">
          <w:t>закон</w:t>
        </w:r>
      </w:hyperlink>
      <w:r w:rsidRPr="00E977AE">
        <w:t xml:space="preserve"> от 27 июля 2010 года N 210-ФЗ "Об организации предоставления государственных и муниципальных услуг";</w:t>
      </w:r>
    </w:p>
    <w:p w:rsidR="008853E5" w:rsidRDefault="008853E5" w:rsidP="004877ED">
      <w:pPr>
        <w:pStyle w:val="ConsPlusNormal"/>
        <w:ind w:firstLine="540"/>
        <w:jc w:val="both"/>
      </w:pPr>
      <w:r w:rsidRPr="00E977AE">
        <w:t xml:space="preserve">- Федеральный </w:t>
      </w:r>
      <w:hyperlink r:id="rId13" w:history="1">
        <w:r w:rsidRPr="00E977AE">
          <w:t>закон</w:t>
        </w:r>
      </w:hyperlink>
      <w:r>
        <w:t xml:space="preserve"> от 24 июля 2007 года N 209-ФЗ "О развитии малого и среднего предпринимательства в Российской Федерации";</w:t>
      </w:r>
    </w:p>
    <w:p w:rsidR="008853E5" w:rsidRDefault="008853E5" w:rsidP="008F237F">
      <w:pPr>
        <w:pStyle w:val="ConsPlusNormal"/>
        <w:jc w:val="both"/>
      </w:pPr>
      <w:r>
        <w:t xml:space="preserve">        - </w:t>
      </w:r>
      <w:hyperlink r:id="rId14" w:history="1">
        <w:r w:rsidRPr="00826D60">
          <w:t>Постановление</w:t>
        </w:r>
      </w:hyperlink>
      <w:r w:rsidRPr="00826D60">
        <w:t xml:space="preserve"> Администрации </w:t>
      </w:r>
      <w:r>
        <w:t>Большереченского</w:t>
      </w:r>
      <w:r w:rsidRPr="00826D60">
        <w:t xml:space="preserve"> муниципального района </w:t>
      </w:r>
      <w:r>
        <w:t xml:space="preserve">Омской области </w:t>
      </w:r>
      <w:r w:rsidRPr="00034A8A">
        <w:t>от 1</w:t>
      </w:r>
      <w:r>
        <w:t>5</w:t>
      </w:r>
      <w:r w:rsidRPr="00034A8A">
        <w:t xml:space="preserve"> </w:t>
      </w:r>
      <w:r>
        <w:t>ноября</w:t>
      </w:r>
      <w:r w:rsidRPr="00034A8A">
        <w:t xml:space="preserve">  20</w:t>
      </w:r>
      <w:r>
        <w:t>13</w:t>
      </w:r>
      <w:r w:rsidRPr="00034A8A">
        <w:t xml:space="preserve"> года № </w:t>
      </w:r>
      <w:r>
        <w:t>641</w:t>
      </w:r>
      <w:r w:rsidRPr="00034A8A">
        <w:t xml:space="preserve"> «Об утверждении </w:t>
      </w:r>
      <w:r>
        <w:t>муниципальной программы</w:t>
      </w:r>
      <w:r w:rsidRPr="00034A8A">
        <w:t xml:space="preserve"> Большереченского муниципального района Омской области  «Развитие </w:t>
      </w:r>
      <w:r>
        <w:t>экономического потенциала</w:t>
      </w:r>
      <w:r w:rsidRPr="00034A8A">
        <w:t xml:space="preserve"> Большереченско</w:t>
      </w:r>
      <w:r>
        <w:t>го муниципального</w:t>
      </w:r>
      <w:r w:rsidRPr="00034A8A">
        <w:t xml:space="preserve"> район</w:t>
      </w:r>
      <w:r>
        <w:t xml:space="preserve">а Омской области» </w:t>
      </w:r>
      <w:r w:rsidRPr="00034A8A">
        <w:t>20</w:t>
      </w:r>
      <w:r>
        <w:t>14-2020</w:t>
      </w:r>
      <w:r w:rsidRPr="00034A8A">
        <w:t xml:space="preserve"> годы</w:t>
      </w:r>
      <w:r>
        <w:t>;</w:t>
      </w:r>
    </w:p>
    <w:p w:rsidR="008853E5" w:rsidRDefault="008853E5" w:rsidP="004877ED">
      <w:pPr>
        <w:pStyle w:val="ConsPlusNormal"/>
        <w:ind w:firstLine="540"/>
        <w:jc w:val="both"/>
      </w:pPr>
      <w:bookmarkStart w:id="0" w:name="Par445"/>
      <w:bookmarkEnd w:id="0"/>
      <w:r>
        <w:t>2.6. Перечень документов, предоставляемых заявителем для получения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2.6.1. Для получения муниципальной услуги заявители представляют в Администрацию Большереченского муниципального района Омской области </w:t>
      </w:r>
      <w:hyperlink w:anchor="Par632" w:history="1">
        <w:r w:rsidRPr="00E977AE">
          <w:t>заявление</w:t>
        </w:r>
      </w:hyperlink>
      <w:r w:rsidRPr="00E977AE">
        <w:t xml:space="preserve"> </w:t>
      </w:r>
      <w:r>
        <w:t>в письменном виде или электронной форме (приложение № 1), содержащее:</w:t>
      </w:r>
    </w:p>
    <w:p w:rsidR="008853E5" w:rsidRDefault="008853E5" w:rsidP="004877ED">
      <w:pPr>
        <w:pStyle w:val="ConsPlusNormal"/>
        <w:ind w:firstLine="540"/>
        <w:jc w:val="both"/>
      </w:pPr>
      <w:r>
        <w:t>для юридических лиц:</w:t>
      </w:r>
    </w:p>
    <w:p w:rsidR="008853E5" w:rsidRDefault="008853E5" w:rsidP="004877ED">
      <w:pPr>
        <w:pStyle w:val="ConsPlusNormal"/>
        <w:ind w:firstLine="540"/>
        <w:jc w:val="both"/>
      </w:pPr>
      <w:r>
        <w:t>- полное наименование юридического лица - заявителя;</w:t>
      </w:r>
    </w:p>
    <w:p w:rsidR="008853E5" w:rsidRDefault="008853E5" w:rsidP="004877ED">
      <w:pPr>
        <w:pStyle w:val="ConsPlusNormal"/>
        <w:ind w:firstLine="540"/>
        <w:jc w:val="both"/>
      </w:pPr>
      <w:r>
        <w:t>- фамилию, имя, отчество руководителя юридического лица;</w:t>
      </w:r>
    </w:p>
    <w:p w:rsidR="008853E5" w:rsidRDefault="008853E5" w:rsidP="004877ED">
      <w:pPr>
        <w:pStyle w:val="ConsPlusNormal"/>
        <w:ind w:firstLine="540"/>
        <w:jc w:val="both"/>
      </w:pPr>
      <w:r>
        <w:t>- почтовый адрес, (адрес электронной почты), по которому должен быть направлен ответ, телефон для связи;</w:t>
      </w:r>
    </w:p>
    <w:p w:rsidR="008853E5" w:rsidRDefault="008853E5" w:rsidP="004877ED">
      <w:pPr>
        <w:pStyle w:val="ConsPlusNormal"/>
        <w:ind w:firstLine="540"/>
        <w:jc w:val="both"/>
      </w:pPr>
      <w:r>
        <w:t>- подпись руководителя юридического лица;</w:t>
      </w:r>
    </w:p>
    <w:p w:rsidR="008853E5" w:rsidRDefault="008853E5" w:rsidP="004877ED">
      <w:pPr>
        <w:pStyle w:val="ConsPlusNormal"/>
        <w:ind w:firstLine="540"/>
        <w:jc w:val="both"/>
      </w:pPr>
      <w:r>
        <w:t>для индивидуальных предпринимателей:</w:t>
      </w:r>
    </w:p>
    <w:p w:rsidR="008853E5" w:rsidRDefault="008853E5" w:rsidP="004877ED">
      <w:pPr>
        <w:pStyle w:val="ConsPlusNormal"/>
        <w:ind w:firstLine="540"/>
        <w:jc w:val="both"/>
      </w:pPr>
      <w:r>
        <w:t>- фамилию, имя, отчество заявителя;</w:t>
      </w:r>
    </w:p>
    <w:p w:rsidR="008853E5" w:rsidRDefault="008853E5" w:rsidP="004877ED">
      <w:pPr>
        <w:pStyle w:val="ConsPlusNormal"/>
        <w:ind w:firstLine="540"/>
        <w:jc w:val="both"/>
      </w:pPr>
      <w:r>
        <w:t>- почтовый адрес, телефон для связи;</w:t>
      </w:r>
    </w:p>
    <w:p w:rsidR="008853E5" w:rsidRDefault="008853E5" w:rsidP="004877ED">
      <w:pPr>
        <w:pStyle w:val="ConsPlusNormal"/>
        <w:ind w:firstLine="540"/>
        <w:jc w:val="both"/>
      </w:pPr>
      <w:r>
        <w:t>- личную подпись.</w:t>
      </w:r>
    </w:p>
    <w:p w:rsidR="008853E5" w:rsidRDefault="008853E5" w:rsidP="004877ED">
      <w:pPr>
        <w:pStyle w:val="ConsPlusNormal"/>
        <w:ind w:firstLine="540"/>
        <w:jc w:val="both"/>
      </w:pPr>
      <w:r>
        <w:t>2.6.2. К заявлению в письменном виде должны быть приложены следующие документы:</w:t>
      </w:r>
    </w:p>
    <w:p w:rsidR="008853E5" w:rsidRDefault="008853E5" w:rsidP="004877ED">
      <w:pPr>
        <w:pStyle w:val="ConsPlusNormal"/>
        <w:ind w:firstLine="540"/>
        <w:jc w:val="both"/>
      </w:pPr>
      <w:r>
        <w:t>для юридических лиц:</w:t>
      </w:r>
    </w:p>
    <w:p w:rsidR="008853E5" w:rsidRDefault="008853E5" w:rsidP="004877ED">
      <w:pPr>
        <w:pStyle w:val="ConsPlusNormal"/>
        <w:ind w:firstLine="540"/>
        <w:jc w:val="both"/>
      </w:pPr>
      <w:r>
        <w:t>- документы, подтверждающие полномочия руководителя и лица, подписавшего обращение организации-заявителя;</w:t>
      </w:r>
    </w:p>
    <w:p w:rsidR="008853E5" w:rsidRDefault="008853E5" w:rsidP="004877ED">
      <w:pPr>
        <w:pStyle w:val="ConsPlusNormal"/>
        <w:ind w:firstLine="540"/>
        <w:jc w:val="both"/>
      </w:pPr>
      <w:r>
        <w:t>- копии: ИНН, ОГРН - предоставляются по желанию;</w:t>
      </w:r>
    </w:p>
    <w:p w:rsidR="008853E5" w:rsidRDefault="008853E5" w:rsidP="004877ED">
      <w:pPr>
        <w:pStyle w:val="ConsPlusNormal"/>
        <w:ind w:firstLine="540"/>
        <w:jc w:val="both"/>
      </w:pPr>
      <w:r>
        <w:t>для индивидуальных предпринимателей:</w:t>
      </w:r>
    </w:p>
    <w:p w:rsidR="008853E5" w:rsidRDefault="008853E5" w:rsidP="004877ED">
      <w:pPr>
        <w:pStyle w:val="ConsPlusNormal"/>
        <w:ind w:firstLine="540"/>
        <w:jc w:val="both"/>
      </w:pPr>
      <w:r>
        <w:t>- копия документа, удостоверяющего личность, и в случае необходимости доверенность, подтверждающая полномочия на действия от имени физического лица;</w:t>
      </w:r>
    </w:p>
    <w:p w:rsidR="008853E5" w:rsidRDefault="008853E5" w:rsidP="004877ED">
      <w:pPr>
        <w:pStyle w:val="ConsPlusNormal"/>
        <w:ind w:firstLine="540"/>
        <w:jc w:val="both"/>
      </w:pPr>
      <w:r>
        <w:t>- копии: ИНН, ОГРНИП - предоставляются по желанию.</w:t>
      </w:r>
    </w:p>
    <w:p w:rsidR="008853E5" w:rsidRDefault="008853E5" w:rsidP="004877ED">
      <w:pPr>
        <w:pStyle w:val="ConsPlusNormal"/>
        <w:ind w:firstLine="540"/>
        <w:jc w:val="both"/>
      </w:pPr>
      <w: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8853E5" w:rsidRDefault="008853E5" w:rsidP="004877ED">
      <w:pPr>
        <w:pStyle w:val="ConsPlusNormal"/>
        <w:ind w:firstLine="540"/>
        <w:jc w:val="both"/>
      </w:pPr>
      <w:r>
        <w:t>- с заявлением об оказании услуги обратилось ненадлежащее лицо или лицо без наделения соответствующими полномочиями;</w:t>
      </w:r>
    </w:p>
    <w:p w:rsidR="008853E5" w:rsidRDefault="008853E5" w:rsidP="004877ED">
      <w:pPr>
        <w:pStyle w:val="ConsPlusNormal"/>
        <w:ind w:firstLine="540"/>
        <w:jc w:val="both"/>
      </w:pPr>
      <w:r>
        <w:t>- заявление содержит нецензурные либо оскорбительные выражения;</w:t>
      </w:r>
    </w:p>
    <w:p w:rsidR="008853E5" w:rsidRDefault="008853E5" w:rsidP="004877ED">
      <w:pPr>
        <w:pStyle w:val="ConsPlusNormal"/>
        <w:ind w:firstLine="540"/>
        <w:jc w:val="both"/>
      </w:pPr>
      <w:r>
        <w:t>- текст заявления не поддается прочтению.</w:t>
      </w:r>
    </w:p>
    <w:p w:rsidR="008853E5" w:rsidRDefault="008853E5" w:rsidP="004877ED">
      <w:pPr>
        <w:pStyle w:val="ConsPlusNormal"/>
        <w:ind w:firstLine="540"/>
        <w:jc w:val="both"/>
      </w:pPr>
      <w:r>
        <w:t>2.8. Исчерпывающий перечень оснований для отказа в предоставлении муниципальной услуги:</w:t>
      </w:r>
    </w:p>
    <w:p w:rsidR="008853E5" w:rsidRDefault="008853E5" w:rsidP="001C179C">
      <w:pPr>
        <w:pStyle w:val="ConsPlusNormal"/>
        <w:ind w:firstLine="540"/>
        <w:jc w:val="center"/>
      </w:pPr>
      <w:r>
        <w:t>6</w:t>
      </w:r>
    </w:p>
    <w:p w:rsidR="008853E5" w:rsidRDefault="008853E5" w:rsidP="004877ED">
      <w:pPr>
        <w:pStyle w:val="ConsPlusNormal"/>
        <w:ind w:firstLine="540"/>
        <w:jc w:val="both"/>
      </w:pPr>
      <w:r>
        <w:t>Неполнота информации, содержащейся в заявлении, необходимой для его исполнения.</w:t>
      </w:r>
    </w:p>
    <w:p w:rsidR="008853E5" w:rsidRDefault="008853E5" w:rsidP="004877ED">
      <w:pPr>
        <w:pStyle w:val="ConsPlusNormal"/>
        <w:ind w:firstLine="540"/>
        <w:jc w:val="both"/>
      </w:pPr>
      <w:r>
        <w:t>2.9. Муниципальная услуга предоставляется бесплатно.</w:t>
      </w:r>
    </w:p>
    <w:p w:rsidR="008853E5" w:rsidRDefault="008853E5" w:rsidP="004877ED">
      <w:pPr>
        <w:pStyle w:val="ConsPlusNormal"/>
        <w:ind w:firstLine="540"/>
        <w:jc w:val="both"/>
      </w:pPr>
      <w: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8853E5" w:rsidRDefault="008853E5" w:rsidP="004877ED">
      <w:pPr>
        <w:pStyle w:val="ConsPlusNormal"/>
        <w:ind w:firstLine="540"/>
        <w:jc w:val="center"/>
      </w:pPr>
      <w:r>
        <w:t>6</w:t>
      </w:r>
    </w:p>
    <w:p w:rsidR="008853E5" w:rsidRDefault="008853E5" w:rsidP="004877ED">
      <w:pPr>
        <w:pStyle w:val="ConsPlusNormal"/>
        <w:ind w:firstLine="540"/>
        <w:jc w:val="both"/>
      </w:pPr>
      <w:r>
        <w:t>Сроки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8853E5" w:rsidRDefault="008853E5" w:rsidP="004877ED">
      <w:pPr>
        <w:pStyle w:val="ConsPlusNormal"/>
        <w:ind w:firstLine="540"/>
        <w:jc w:val="both"/>
      </w:pPr>
      <w:r>
        <w:t>- максимальный срок ожидания в очереди при подаче заявления - 15 минут;</w:t>
      </w:r>
    </w:p>
    <w:p w:rsidR="008853E5" w:rsidRDefault="008853E5" w:rsidP="004877ED">
      <w:pPr>
        <w:pStyle w:val="ConsPlusNormal"/>
        <w:ind w:firstLine="540"/>
        <w:jc w:val="both"/>
      </w:pPr>
      <w:r>
        <w:t>- время ожидания в очереди на прием к специалисту отдела или для получения консультации - не более 15 минут.</w:t>
      </w:r>
    </w:p>
    <w:p w:rsidR="008853E5" w:rsidRDefault="008853E5" w:rsidP="004877ED">
      <w:pPr>
        <w:pStyle w:val="ConsPlusNormal"/>
        <w:ind w:firstLine="540"/>
        <w:jc w:val="both"/>
      </w:pPr>
      <w:r>
        <w:t>2.11. Регистрация представленных документов производится специалистами Администрации Большереченского муниципального района Омской области, ответственными за делопроизводство, в день подачи заявления. При регистрации заявлению присваивается входящий номер.</w:t>
      </w:r>
    </w:p>
    <w:p w:rsidR="008853E5" w:rsidRDefault="008853E5" w:rsidP="004877ED">
      <w:pPr>
        <w:pStyle w:val="ConsPlusNormal"/>
        <w:ind w:firstLine="540"/>
        <w:jc w:val="both"/>
      </w:pPr>
      <w: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2.12.1. Помещение для оказания муниципальной услуги должно быть оснащено стульями, столами. Кабинеты приема заявителей должны быть оборудованы информационными табличками с указанием:</w:t>
      </w:r>
    </w:p>
    <w:p w:rsidR="008853E5" w:rsidRDefault="008853E5" w:rsidP="004877ED">
      <w:pPr>
        <w:pStyle w:val="ConsPlusNormal"/>
        <w:ind w:firstLine="540"/>
        <w:jc w:val="both"/>
      </w:pPr>
      <w:r>
        <w:t>- номера кабинета;</w:t>
      </w:r>
    </w:p>
    <w:p w:rsidR="008853E5" w:rsidRDefault="008853E5" w:rsidP="004877ED">
      <w:pPr>
        <w:pStyle w:val="ConsPlusNormal"/>
        <w:ind w:firstLine="540"/>
        <w:jc w:val="both"/>
      </w:pPr>
      <w:r>
        <w:t>- фамилии, имени, отчества и должности специалиста, ответственного за оказание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Каждое рабочее место специалистов отдела, предоставляющего муниципальную услугу, должно быть оборудовано персональным компьютером с возможностью доступа к информационным базам данных, печатающим и копирующим устройствами.</w:t>
      </w:r>
    </w:p>
    <w:p w:rsidR="008853E5" w:rsidRDefault="008853E5" w:rsidP="004877ED">
      <w:pPr>
        <w:pStyle w:val="ConsPlusNormal"/>
        <w:ind w:firstLine="540"/>
        <w:jc w:val="both"/>
      </w:pPr>
      <w:r>
        <w:t>На территории, прилегающей к месторасположению Администрации Большереченского муниципального района Омской области, оборудуются места для парковки автотранспортных средств.</w:t>
      </w:r>
    </w:p>
    <w:p w:rsidR="008853E5" w:rsidRDefault="008853E5" w:rsidP="004877ED">
      <w:pPr>
        <w:pStyle w:val="ConsPlusNormal"/>
        <w:ind w:firstLine="540"/>
        <w:jc w:val="both"/>
      </w:pPr>
      <w:r>
        <w:t>Места для ожидания должны быть оборудованы стульями.</w:t>
      </w:r>
    </w:p>
    <w:p w:rsidR="008853E5" w:rsidRDefault="008853E5" w:rsidP="004877ED">
      <w:pPr>
        <w:pStyle w:val="ConsPlusNormal"/>
        <w:ind w:firstLine="540"/>
        <w:jc w:val="both"/>
      </w:pPr>
      <w:r>
        <w:t>Информация по вопросам исполнения муниципальной услуги предоставляется в рабочее время специалистами, исполняющими муниципальную услугу, при личном обращении заявителя, а также посредством телефонов для справок (консультаций) по следующим вопросам:</w:t>
      </w:r>
    </w:p>
    <w:p w:rsidR="008853E5" w:rsidRDefault="008853E5" w:rsidP="004877ED">
      <w:pPr>
        <w:pStyle w:val="ConsPlusNormal"/>
        <w:ind w:firstLine="540"/>
        <w:jc w:val="both"/>
      </w:pPr>
      <w:r>
        <w:t>- время приема документов;</w:t>
      </w:r>
    </w:p>
    <w:p w:rsidR="008853E5" w:rsidRDefault="008853E5" w:rsidP="004877ED">
      <w:pPr>
        <w:pStyle w:val="ConsPlusNormal"/>
        <w:ind w:firstLine="540"/>
        <w:jc w:val="both"/>
      </w:pPr>
      <w:r>
        <w:t>- сроки рассмотрения документов;</w:t>
      </w:r>
    </w:p>
    <w:p w:rsidR="008853E5" w:rsidRDefault="008853E5" w:rsidP="004877ED">
      <w:pPr>
        <w:pStyle w:val="ConsPlusNormal"/>
        <w:ind w:firstLine="540"/>
        <w:jc w:val="both"/>
      </w:pPr>
      <w:r>
        <w:t>- порядок обжалования действий (бездействия) и решений, осуществляемых и принимаемых в ходе исполнения муниципальной услуги.</w:t>
      </w:r>
    </w:p>
    <w:p w:rsidR="008853E5" w:rsidRDefault="008853E5" w:rsidP="00676D43">
      <w:pPr>
        <w:pStyle w:val="ConsPlusNormal"/>
        <w:ind w:firstLine="540"/>
        <w:jc w:val="center"/>
      </w:pPr>
      <w:r>
        <w:t>7</w:t>
      </w:r>
    </w:p>
    <w:p w:rsidR="008853E5" w:rsidRDefault="008853E5" w:rsidP="004877ED">
      <w:pPr>
        <w:pStyle w:val="ConsPlusNormal"/>
        <w:ind w:firstLine="540"/>
        <w:jc w:val="both"/>
      </w:pPr>
      <w:r>
        <w:t>2.12.2. Порядок, форма и место размещения информации о предоставлении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В информационно-телекоммуникационной сети "Интернет" на сайте www.</w:t>
      </w:r>
      <w:r>
        <w:rPr>
          <w:lang w:val="en-US"/>
        </w:rPr>
        <w:t>bolr</w:t>
      </w:r>
      <w:r>
        <w:t>.omskportal.ru размещается следующая информация:</w:t>
      </w:r>
    </w:p>
    <w:p w:rsidR="008853E5" w:rsidRDefault="008853E5" w:rsidP="004877ED">
      <w:pPr>
        <w:pStyle w:val="ConsPlusNormal"/>
        <w:ind w:firstLine="540"/>
        <w:jc w:val="both"/>
      </w:pPr>
      <w:r>
        <w:t>-  текст регламента;</w:t>
      </w:r>
    </w:p>
    <w:p w:rsidR="008853E5" w:rsidRDefault="008853E5" w:rsidP="004877ED">
      <w:pPr>
        <w:pStyle w:val="ConsPlusNormal"/>
        <w:ind w:firstLine="540"/>
        <w:jc w:val="both"/>
      </w:pPr>
      <w:r>
        <w:t>- перечень документов, необходимых для получения муниципальной услуги, и требования, предъявляемые к этим документам;</w:t>
      </w:r>
    </w:p>
    <w:p w:rsidR="008853E5" w:rsidRDefault="008853E5" w:rsidP="004877ED">
      <w:pPr>
        <w:pStyle w:val="ConsPlusNormal"/>
        <w:ind w:firstLine="540"/>
        <w:jc w:val="both"/>
      </w:pPr>
      <w:r>
        <w:t>- месторасположение, режим работы, часы приема и выдачи документов, контактный телефон (телефон для справок), адрес электронной почты отдела экономики и регулирования тарифов Администрации Большереченского муниципального района.</w:t>
      </w:r>
    </w:p>
    <w:p w:rsidR="008853E5" w:rsidRDefault="008853E5" w:rsidP="004877ED">
      <w:pPr>
        <w:pStyle w:val="ConsPlusNormal"/>
        <w:ind w:firstLine="540"/>
        <w:jc w:val="both"/>
      </w:pPr>
      <w:r>
        <w:t>2.13. Показатели доступности и качества муниципальных услуг:</w:t>
      </w:r>
    </w:p>
    <w:p w:rsidR="008853E5" w:rsidRDefault="008853E5" w:rsidP="004877ED">
      <w:pPr>
        <w:pStyle w:val="ConsPlusNormal"/>
        <w:ind w:firstLine="540"/>
        <w:jc w:val="both"/>
      </w:pPr>
      <w:r>
        <w:t>- транспортная доступность к местам предоставления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8853E5" w:rsidRDefault="008853E5" w:rsidP="004877ED">
      <w:pPr>
        <w:pStyle w:val="ConsPlusNormal"/>
        <w:ind w:firstLine="540"/>
        <w:jc w:val="both"/>
      </w:pPr>
      <w:r>
        <w:t>- обеспечение возможности направления запроса по электронной почте;</w:t>
      </w:r>
    </w:p>
    <w:p w:rsidR="008853E5" w:rsidRDefault="008853E5" w:rsidP="004877ED">
      <w:pPr>
        <w:pStyle w:val="ConsPlusNormal"/>
        <w:ind w:firstLine="540"/>
        <w:jc w:val="both"/>
      </w:pPr>
      <w:r>
        <w:t>- размещение информации о порядке предоставления муниципальной услуги осуществляется на Портале государственных и муниципальных услуг Омской области;</w:t>
      </w:r>
    </w:p>
    <w:p w:rsidR="008853E5" w:rsidRDefault="008853E5" w:rsidP="004877ED">
      <w:pPr>
        <w:pStyle w:val="ConsPlusNormal"/>
        <w:ind w:firstLine="540"/>
        <w:jc w:val="both"/>
      </w:pPr>
      <w:r>
        <w:t>- соблюдение срока предоставления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- 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2.14. Иные требования</w:t>
      </w:r>
    </w:p>
    <w:p w:rsidR="008853E5" w:rsidRDefault="008853E5" w:rsidP="004877ED">
      <w:pPr>
        <w:pStyle w:val="ConsPlusNormal"/>
        <w:ind w:firstLine="540"/>
        <w:jc w:val="both"/>
      </w:pPr>
      <w:r>
        <w:t>2.14.1. Основными требованиями к информированию СМиСП о порядке оказания муниципальной услуги являются:</w:t>
      </w:r>
    </w:p>
    <w:p w:rsidR="008853E5" w:rsidRDefault="008853E5" w:rsidP="004877ED">
      <w:pPr>
        <w:pStyle w:val="ConsPlusNormal"/>
        <w:ind w:firstLine="540"/>
        <w:jc w:val="both"/>
      </w:pPr>
      <w:r>
        <w:t>- достоверность предоставляемой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четкость в изложении информации;</w:t>
      </w:r>
    </w:p>
    <w:p w:rsidR="008853E5" w:rsidRDefault="008853E5" w:rsidP="004877ED">
      <w:pPr>
        <w:pStyle w:val="ConsPlusNormal"/>
        <w:ind w:firstLine="540"/>
        <w:jc w:val="both"/>
      </w:pPr>
      <w:r>
        <w:t>- полнота информирования.</w:t>
      </w:r>
    </w:p>
    <w:p w:rsidR="008853E5" w:rsidRDefault="008853E5" w:rsidP="004877ED">
      <w:pPr>
        <w:pStyle w:val="ConsPlusNormal"/>
        <w:ind w:firstLine="540"/>
        <w:jc w:val="both"/>
      </w:pPr>
      <w:r>
        <w:t>2.14.2. Информирование СМиСП о порядке оказания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Для получения информации о предоставлении муниципальной услуги заинтересованные лица вправе обратиться:</w:t>
      </w:r>
    </w:p>
    <w:p w:rsidR="008853E5" w:rsidRDefault="008853E5" w:rsidP="004877ED">
      <w:pPr>
        <w:pStyle w:val="ConsPlusNormal"/>
        <w:ind w:firstLine="540"/>
        <w:jc w:val="both"/>
      </w:pPr>
      <w:r>
        <w:t>- в устной форме в отдел;</w:t>
      </w:r>
    </w:p>
    <w:p w:rsidR="008853E5" w:rsidRDefault="008853E5" w:rsidP="004877ED">
      <w:pPr>
        <w:pStyle w:val="ConsPlusNormal"/>
        <w:ind w:firstLine="540"/>
        <w:jc w:val="both"/>
      </w:pPr>
      <w:r>
        <w:t>- по телефону в отдел;</w:t>
      </w:r>
    </w:p>
    <w:p w:rsidR="008853E5" w:rsidRDefault="008853E5" w:rsidP="004877ED">
      <w:pPr>
        <w:pStyle w:val="ConsPlusNormal"/>
        <w:ind w:firstLine="540"/>
        <w:jc w:val="both"/>
      </w:pPr>
      <w:r>
        <w:t>- в письменном виде в Администрацию Большереченского муниципального района Омской области;</w:t>
      </w:r>
    </w:p>
    <w:p w:rsidR="008853E5" w:rsidRDefault="008853E5" w:rsidP="004877ED">
      <w:pPr>
        <w:pStyle w:val="ConsPlusNormal"/>
        <w:ind w:firstLine="540"/>
        <w:jc w:val="both"/>
      </w:pPr>
      <w:r>
        <w:t>- на сайте www.</w:t>
      </w:r>
      <w:r>
        <w:rPr>
          <w:lang w:val="en-US"/>
        </w:rPr>
        <w:t>bolr</w:t>
      </w:r>
      <w:r>
        <w:t>.omskportal.ru в информационно-телекоммуникационной сети "Интернет".</w:t>
      </w:r>
    </w:p>
    <w:p w:rsidR="008853E5" w:rsidRDefault="008853E5" w:rsidP="004877ED">
      <w:pPr>
        <w:pStyle w:val="ConsPlusNormal"/>
        <w:ind w:firstLine="540"/>
        <w:jc w:val="both"/>
      </w:pPr>
      <w:r>
        <w:t>2.14.3. Индивидуальное устное информирование СМиСП.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Индивидуальное устное информирование о порядке оказания муниципальной услуги обеспечивается специалистом отдела, осуществляющим </w:t>
      </w:r>
    </w:p>
    <w:p w:rsidR="008853E5" w:rsidRDefault="008853E5" w:rsidP="00E6776C">
      <w:pPr>
        <w:pStyle w:val="ConsPlusNormal"/>
        <w:ind w:firstLine="540"/>
        <w:jc w:val="center"/>
      </w:pPr>
      <w:r>
        <w:t>8</w:t>
      </w:r>
    </w:p>
    <w:p w:rsidR="008853E5" w:rsidRDefault="008853E5" w:rsidP="004877ED">
      <w:pPr>
        <w:pStyle w:val="ConsPlusNormal"/>
        <w:ind w:firstLine="540"/>
        <w:jc w:val="both"/>
      </w:pPr>
      <w:r>
        <w:t>оказание муниципальной услуги (далее - должностное лицо), лично или по телефону.</w:t>
      </w:r>
    </w:p>
    <w:p w:rsidR="008853E5" w:rsidRDefault="008853E5" w:rsidP="004877ED">
      <w:pPr>
        <w:pStyle w:val="ConsPlusNormal"/>
        <w:ind w:firstLine="540"/>
        <w:jc w:val="both"/>
      </w:pPr>
      <w:r>
        <w:t>При ответе на телефонные звонки должностное лицо, сняв трубку, должно назвать свою фамилию, имя, отчество, занимаемую должность, предложить СМиСП представиться и изложить суть вопроса.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Должностное лицо при общении с СМиСП (по телефону или лично) должно корректно и внимательно относиться к СМиСП, не унижая их чести и достоинства. Устное информирование о порядке оказания муниципальной </w:t>
      </w:r>
    </w:p>
    <w:p w:rsidR="008853E5" w:rsidRDefault="008853E5" w:rsidP="00E6776C">
      <w:pPr>
        <w:pStyle w:val="ConsPlusNormal"/>
        <w:jc w:val="both"/>
      </w:pPr>
      <w:r>
        <w:t xml:space="preserve">       услуги должно проводиться с использованием официально-делового стиля речи.</w:t>
      </w:r>
    </w:p>
    <w:p w:rsidR="008853E5" w:rsidRDefault="008853E5" w:rsidP="004877ED">
      <w:pPr>
        <w:pStyle w:val="ConsPlusNormal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 В конце устного информирования о порядке оказания муниципальной услуги должностное лицо, осуществляющее информирование, должно кратко подвести итоги и перечислить меры, которые надо принять (кто именно, когда и что должен сделать).</w:t>
      </w:r>
    </w:p>
    <w:p w:rsidR="008853E5" w:rsidRDefault="008853E5" w:rsidP="004877ED">
      <w:pPr>
        <w:pStyle w:val="ConsPlusNormal"/>
        <w:ind w:firstLine="540"/>
        <w:jc w:val="both"/>
      </w:pPr>
      <w:r>
        <w:t>Должностное лицо, осуществляющее устное информирование о порядке оказания муниципальной услуги, не вправе осуществлять консультирование граждан, выходящее за рамки стандартных процедур и условий оказания муниципальной услуги, которые прямо или косвенно влияют на индивидуальные решения СМиСП.</w:t>
      </w:r>
    </w:p>
    <w:p w:rsidR="008853E5" w:rsidRDefault="008853E5" w:rsidP="004877ED">
      <w:pPr>
        <w:pStyle w:val="ConsPlusNormal"/>
        <w:ind w:firstLine="540"/>
        <w:jc w:val="both"/>
      </w:pPr>
      <w:r>
        <w:t>Должностное лицо, осуществляющее индивидуальное устное информирование о порядке оказания муниципальной услуги:</w:t>
      </w:r>
    </w:p>
    <w:p w:rsidR="008853E5" w:rsidRDefault="008853E5" w:rsidP="004877ED">
      <w:pPr>
        <w:pStyle w:val="ConsPlusNormal"/>
        <w:ind w:firstLine="540"/>
        <w:jc w:val="both"/>
      </w:pPr>
      <w:r>
        <w:t>- должно принять все необходимые меры для полного и оперативного ответа на поставленные вопросы, в том числе с привлечением других должностных лиц;</w:t>
      </w:r>
    </w:p>
    <w:p w:rsidR="008853E5" w:rsidRDefault="008853E5" w:rsidP="004877ED">
      <w:pPr>
        <w:pStyle w:val="ConsPlusNormal"/>
        <w:ind w:firstLine="540"/>
        <w:jc w:val="both"/>
      </w:pPr>
      <w:r>
        <w:t>- может предложить СМиСП обратиться за необходимой информацией о порядке оказания муниципальной услуги в письменном виде или назначить другое удобное для него время для устного информирования о порядке оказания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2.14.4. Индивидуальное или коллективное письменное информирование СМиСП.</w:t>
      </w:r>
    </w:p>
    <w:p w:rsidR="008853E5" w:rsidRDefault="008853E5" w:rsidP="004877ED">
      <w:pPr>
        <w:pStyle w:val="ConsPlusNormal"/>
        <w:ind w:firstLine="540"/>
        <w:jc w:val="both"/>
      </w:pPr>
      <w:r>
        <w:t>Индивидуальное или коллективное письменное информирование осуществляется путем направления ответов почтовым отправлением, факсимильной связью, электронной почтой.</w:t>
      </w:r>
    </w:p>
    <w:p w:rsidR="008853E5" w:rsidRDefault="008853E5" w:rsidP="004877ED">
      <w:pPr>
        <w:pStyle w:val="ConsPlusNormal"/>
        <w:ind w:firstLine="540"/>
        <w:jc w:val="both"/>
      </w:pPr>
      <w:r>
        <w:t>Ответ на вопрос предоставляется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исполнителя.</w:t>
      </w:r>
    </w:p>
    <w:p w:rsidR="008853E5" w:rsidRDefault="008853E5" w:rsidP="004877ED">
      <w:pPr>
        <w:pStyle w:val="ConsPlusNormal"/>
        <w:ind w:firstLine="540"/>
        <w:jc w:val="both"/>
      </w:pPr>
      <w:r>
        <w:t>2.14.5. Электронное письменное информирование СМиСП.</w:t>
      </w:r>
    </w:p>
    <w:p w:rsidR="008853E5" w:rsidRDefault="008853E5" w:rsidP="004877ED">
      <w:pPr>
        <w:pStyle w:val="ConsPlusNormal"/>
        <w:ind w:firstLine="540"/>
        <w:jc w:val="both"/>
      </w:pPr>
      <w:r>
        <w:t>Электронное письменное информирование СМиСП осуществляется путем публикации информационных материалов в средствах массовой информации (далее - СМИ), размещения на официальном Интернет-сайте Администрации Большереченского муниципального района Омской области.</w:t>
      </w:r>
    </w:p>
    <w:p w:rsidR="008853E5" w:rsidRDefault="008853E5" w:rsidP="00E45CDD">
      <w:pPr>
        <w:pStyle w:val="ConsPlusNormal"/>
        <w:ind w:firstLine="540"/>
        <w:jc w:val="center"/>
      </w:pPr>
      <w:r>
        <w:t>9</w:t>
      </w:r>
    </w:p>
    <w:p w:rsidR="008853E5" w:rsidRDefault="008853E5" w:rsidP="004877ED">
      <w:pPr>
        <w:pStyle w:val="ConsPlusNormal"/>
        <w:ind w:firstLine="540"/>
        <w:jc w:val="both"/>
      </w:pPr>
      <w:r>
        <w:t>2.14.6. Способ передачи и направления заявлений СМиСП об оказании консультационной и организационной поддержки для рассмотрения.</w:t>
      </w:r>
    </w:p>
    <w:p w:rsidR="008853E5" w:rsidRDefault="008853E5" w:rsidP="004877ED">
      <w:pPr>
        <w:pStyle w:val="ConsPlusNormal"/>
        <w:ind w:firstLine="540"/>
        <w:jc w:val="both"/>
      </w:pPr>
      <w:r>
        <w:t>Письменные заявления об оказании консультационной и организационной поддержки:</w:t>
      </w:r>
    </w:p>
    <w:p w:rsidR="008853E5" w:rsidRDefault="008853E5" w:rsidP="004877ED">
      <w:pPr>
        <w:pStyle w:val="ConsPlusNormal"/>
        <w:ind w:firstLine="540"/>
        <w:jc w:val="both"/>
      </w:pPr>
      <w:r>
        <w:t>- передают для рассмотрения лично;</w:t>
      </w:r>
    </w:p>
    <w:p w:rsidR="008853E5" w:rsidRDefault="008853E5" w:rsidP="004877ED">
      <w:pPr>
        <w:pStyle w:val="ConsPlusNormal"/>
        <w:ind w:firstLine="540"/>
        <w:jc w:val="both"/>
      </w:pPr>
      <w:r>
        <w:t>- направляют почтовым отправлением в адрес Администрации Большереченского муниципального района Омской области для рассмотрения.</w:t>
      </w:r>
    </w:p>
    <w:p w:rsidR="008853E5" w:rsidRDefault="008853E5" w:rsidP="004877ED">
      <w:pPr>
        <w:pStyle w:val="ConsPlusNormal"/>
        <w:ind w:firstLine="540"/>
        <w:jc w:val="both"/>
      </w:pPr>
      <w:r>
        <w:t>В своем заявлении СМиСП излагает суть необходимой консультационной или организационной поддержки.</w:t>
      </w:r>
    </w:p>
    <w:p w:rsidR="008853E5" w:rsidRDefault="008853E5" w:rsidP="004877ED">
      <w:pPr>
        <w:pStyle w:val="ConsPlusNormal"/>
        <w:ind w:firstLine="540"/>
        <w:jc w:val="both"/>
      </w:pPr>
      <w:r>
        <w:t>При необходимости в подтверждение своих доводов СМиСП прилагает к письменному заявлению документы и материалы либо их копии.</w:t>
      </w:r>
    </w:p>
    <w:p w:rsidR="008853E5" w:rsidRDefault="008853E5" w:rsidP="004877ED">
      <w:pPr>
        <w:pStyle w:val="ConsPlusNormal"/>
        <w:ind w:firstLine="540"/>
        <w:jc w:val="both"/>
      </w:pPr>
      <w:r>
        <w:t>В случае отсутствия в письменном заявлении наименования СМиСП, направившего обращение, и (или) его почтового адреса, по которому должен быть направлен ответ, ответ на заявление не дается. При этом регистрации и учету подлежат все поступившие заявления СМиСП.</w:t>
      </w:r>
    </w:p>
    <w:p w:rsidR="008853E5" w:rsidRDefault="008853E5" w:rsidP="004877ED">
      <w:pPr>
        <w:pStyle w:val="ConsPlusNormal"/>
        <w:ind w:firstLine="540"/>
        <w:jc w:val="both"/>
      </w:pPr>
      <w:r>
        <w:t>Письменные обращения СМиСП об оказании консультационной и организационной поддержки направляются в адрес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Такие обращения поступают на рассмотрение в отдел для подготовки ответа.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jc w:val="center"/>
        <w:outlineLvl w:val="1"/>
      </w:pPr>
      <w:r>
        <w:t>3. Состав, последовательность и сроки выполнения</w:t>
      </w:r>
    </w:p>
    <w:p w:rsidR="008853E5" w:rsidRDefault="008853E5" w:rsidP="004877ED">
      <w:pPr>
        <w:pStyle w:val="ConsPlusNormal"/>
        <w:jc w:val="center"/>
      </w:pPr>
      <w:r>
        <w:t>административных процедур, требования к порядку их</w:t>
      </w:r>
    </w:p>
    <w:p w:rsidR="008853E5" w:rsidRDefault="008853E5" w:rsidP="004877ED">
      <w:pPr>
        <w:pStyle w:val="ConsPlusNormal"/>
        <w:jc w:val="center"/>
      </w:pPr>
      <w:r>
        <w:t>выполнения, в том числе особенности выполнения</w:t>
      </w:r>
    </w:p>
    <w:p w:rsidR="008853E5" w:rsidRDefault="008853E5" w:rsidP="004877ED">
      <w:pPr>
        <w:pStyle w:val="ConsPlusNormal"/>
        <w:jc w:val="center"/>
      </w:pPr>
      <w:r>
        <w:t>административных процедур в электронной форме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ind w:firstLine="540"/>
        <w:jc w:val="both"/>
      </w:pPr>
      <w:r>
        <w:t>Исполнение муниципальной услуги включает в себя следующие административные процедуры:</w:t>
      </w:r>
    </w:p>
    <w:p w:rsidR="008853E5" w:rsidRDefault="008853E5" w:rsidP="004877ED">
      <w:pPr>
        <w:pStyle w:val="ConsPlusNormal"/>
        <w:ind w:firstLine="540"/>
        <w:jc w:val="both"/>
      </w:pPr>
      <w:r>
        <w:t>- прием и регистрация заявления и документов СМиСП при оказании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- проверка заявления и документов СМиСП;</w:t>
      </w:r>
    </w:p>
    <w:p w:rsidR="008853E5" w:rsidRDefault="008853E5" w:rsidP="004877ED">
      <w:pPr>
        <w:pStyle w:val="ConsPlusNormal"/>
        <w:ind w:firstLine="540"/>
        <w:jc w:val="both"/>
      </w:pPr>
      <w:r>
        <w:t>- подготовка ответа на заявление СМиСП об оказании консультационной и организационной поддержки;</w:t>
      </w:r>
    </w:p>
    <w:p w:rsidR="008853E5" w:rsidRDefault="008853E5" w:rsidP="004877ED">
      <w:pPr>
        <w:pStyle w:val="ConsPlusNormal"/>
        <w:ind w:firstLine="540"/>
        <w:jc w:val="both"/>
      </w:pPr>
      <w:r>
        <w:t>- направление ответа.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3.1. Основанием для начала предоставления муниципальной услуги является направленное в Администрацию Большереченского муниципального района Омской области заявление с документами, предусмотренными </w:t>
      </w:r>
      <w:hyperlink w:anchor="Par445" w:history="1">
        <w:r w:rsidRPr="00847880">
          <w:t>подпунктом 2.6</w:t>
        </w:r>
      </w:hyperlink>
      <w:r>
        <w:t xml:space="preserve"> настоящего регламента.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Регистрация заявлений СМиСП, поступивших в Администрацию Большереченского муниципального района Омской области, производится специалистом, ответственным за делопроизводство, в день подачи заявления. При регистрации заявлению присваивается входящий номер и оно ставится на </w:t>
      </w: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922C43">
      <w:pPr>
        <w:pStyle w:val="ConsPlusNormal"/>
        <w:ind w:firstLine="540"/>
        <w:jc w:val="center"/>
      </w:pPr>
      <w:r>
        <w:t>10</w:t>
      </w:r>
    </w:p>
    <w:p w:rsidR="008853E5" w:rsidRDefault="008853E5" w:rsidP="004877ED">
      <w:pPr>
        <w:pStyle w:val="ConsPlusNormal"/>
        <w:ind w:firstLine="540"/>
        <w:jc w:val="both"/>
      </w:pPr>
      <w:r>
        <w:t>контроль. Почтовые конверты (пакеты), в которых поступают заявления СМиСП, сохраняются вместе с обращениями.</w:t>
      </w:r>
    </w:p>
    <w:p w:rsidR="008853E5" w:rsidRDefault="008853E5" w:rsidP="004877ED">
      <w:pPr>
        <w:pStyle w:val="ConsPlusNormal"/>
        <w:ind w:firstLine="540"/>
        <w:jc w:val="both"/>
      </w:pPr>
      <w:r>
        <w:t>В течение 1 дня с момента регистрации заявление направляется для рассмотрения в</w:t>
      </w:r>
      <w:r w:rsidRPr="00592807">
        <w:rPr>
          <w:color w:val="FF0000"/>
        </w:rPr>
        <w:t xml:space="preserve"> </w:t>
      </w:r>
      <w:r w:rsidRPr="00592807">
        <w:t>отдел</w:t>
      </w:r>
      <w:r>
        <w:t>.</w:t>
      </w:r>
    </w:p>
    <w:p w:rsidR="008853E5" w:rsidRDefault="008853E5" w:rsidP="004877ED">
      <w:pPr>
        <w:pStyle w:val="ConsPlusNormal"/>
        <w:ind w:firstLine="540"/>
        <w:jc w:val="both"/>
      </w:pPr>
      <w:r>
        <w:t>Начальник отдела назначает сотрудника отдела, в должностных обязанностях которого указаны соответствующие функции (далее - должностное лицо), исполняющих организационные решения по заявлению заявителя (исполнителей).</w:t>
      </w:r>
    </w:p>
    <w:p w:rsidR="008853E5" w:rsidRDefault="008853E5" w:rsidP="004877ED">
      <w:pPr>
        <w:pStyle w:val="ConsPlusNormal"/>
        <w:ind w:firstLine="540"/>
        <w:jc w:val="both"/>
      </w:pPr>
      <w:r>
        <w:t>3.2. Исполнитель проверяет полноту и качество представленных документов.</w:t>
      </w:r>
    </w:p>
    <w:p w:rsidR="008853E5" w:rsidRDefault="008853E5" w:rsidP="004877ED">
      <w:pPr>
        <w:pStyle w:val="ConsPlusNormal"/>
        <w:ind w:firstLine="540"/>
        <w:jc w:val="both"/>
      </w:pPr>
      <w:r>
        <w:t>3.3. Подготовка и направление ответов на заявления СМиСП об оказании консультационной и организационной поддержки.</w:t>
      </w:r>
    </w:p>
    <w:p w:rsidR="008853E5" w:rsidRDefault="008853E5" w:rsidP="004877ED">
      <w:pPr>
        <w:pStyle w:val="ConsPlusNormal"/>
        <w:ind w:firstLine="540"/>
        <w:jc w:val="both"/>
      </w:pPr>
      <w:r>
        <w:t>Должностное лицо, ответственное за оказание консультационной и организационной поддержки СМиСП, изучает заявление СМиСП и прилагаемые к нему документы и материалы и при необходимости подготавливает служебную записку (запрос) в целях получения необходимой информации в ином структурном подразделении органа местного самоуправления или контролирующего органа.</w:t>
      </w:r>
    </w:p>
    <w:p w:rsidR="008853E5" w:rsidRDefault="008853E5" w:rsidP="004877ED">
      <w:pPr>
        <w:pStyle w:val="ConsPlusNormal"/>
        <w:ind w:firstLine="540"/>
        <w:jc w:val="both"/>
      </w:pPr>
      <w:r>
        <w:t>Проект ответа СМиСП, подготовленный должностным лицом, ответственным за оказание консультационной и организационной поддержки СМиСП, согласовывается с начальником отдела в срок до 1 дня с момента подготовки проекта ответа от должностного лица, ответственного за оказание консультационной и организационной поддержки СМиСП.</w:t>
      </w:r>
    </w:p>
    <w:p w:rsidR="008853E5" w:rsidRDefault="008853E5" w:rsidP="004877ED">
      <w:pPr>
        <w:pStyle w:val="ConsPlusNormal"/>
        <w:ind w:firstLine="540"/>
        <w:jc w:val="both"/>
      </w:pPr>
      <w:r>
        <w:t>Должностное лицо, ответственное за оказание консультационной и организационной поддержки СМиСП, после согласования в установленном административным регламентом порядке проекта ответа заявителю, направляет его на подпись Главе Большереченского муниципального района Омской области (иному должностному лицу в соответствии с полномочиями).</w:t>
      </w:r>
    </w:p>
    <w:p w:rsidR="008853E5" w:rsidRDefault="008853E5" w:rsidP="004877ED">
      <w:pPr>
        <w:pStyle w:val="ConsPlusNormal"/>
        <w:ind w:firstLine="540"/>
        <w:jc w:val="both"/>
      </w:pPr>
      <w:r>
        <w:t>Срок исполнения указанной административной процедуры - 15 дней.</w:t>
      </w:r>
    </w:p>
    <w:p w:rsidR="008853E5" w:rsidRDefault="008853E5" w:rsidP="004877ED">
      <w:pPr>
        <w:pStyle w:val="ConsPlusNormal"/>
        <w:ind w:firstLine="540"/>
        <w:jc w:val="both"/>
      </w:pPr>
      <w:r>
        <w:t>3.4. Заявления СМиСП считаются рассмотренными, если представлен письменный ответ заявителю по существу поставленных в заявлении вопросов.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3.5. </w:t>
      </w:r>
      <w:hyperlink w:anchor="Par665" w:history="1">
        <w:r w:rsidRPr="00EC1FDF">
          <w:t>Блок-схема</w:t>
        </w:r>
      </w:hyperlink>
      <w:r>
        <w:t xml:space="preserve"> последовательности действий по предоставлению муниципальной услуги представлена в приложении N 2 к настоящему регламенту.</w:t>
      </w:r>
    </w:p>
    <w:p w:rsidR="008853E5" w:rsidRDefault="008853E5" w:rsidP="004877ED">
      <w:pPr>
        <w:pStyle w:val="ConsPlusNormal"/>
        <w:ind w:firstLine="540"/>
        <w:jc w:val="both"/>
      </w:pPr>
      <w:r>
        <w:t>3.6. Информация по муниципальной услуге размещается в информационно-телекоммуникационной сети "Интернет" на сайте: www.</w:t>
      </w:r>
      <w:r>
        <w:rPr>
          <w:lang w:val="en-US"/>
        </w:rPr>
        <w:t>bolr</w:t>
      </w:r>
      <w:r>
        <w:t>.omskportal.ru.</w:t>
      </w:r>
    </w:p>
    <w:p w:rsidR="008853E5" w:rsidRDefault="008853E5" w:rsidP="004877ED">
      <w:pPr>
        <w:pStyle w:val="ConsPlusNormal"/>
        <w:ind w:firstLine="540"/>
        <w:jc w:val="both"/>
      </w:pPr>
      <w:r>
        <w:t>3.7. В случае если ответ по существу поставленного в заявлении вопроса не может быть дан без разглашения сведений, составляющих государственную или иную охраняемую федеральным законом тайну, СМиСП, направившему заявление,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922C43">
      <w:pPr>
        <w:pStyle w:val="ConsPlusNormal"/>
        <w:ind w:firstLine="540"/>
        <w:jc w:val="center"/>
      </w:pPr>
      <w:r>
        <w:t>11</w:t>
      </w:r>
    </w:p>
    <w:p w:rsidR="008853E5" w:rsidRDefault="008853E5" w:rsidP="004877ED">
      <w:pPr>
        <w:pStyle w:val="ConsPlusNormal"/>
        <w:ind w:firstLine="540"/>
        <w:jc w:val="both"/>
      </w:pPr>
      <w:r>
        <w:t>3.8. В случае если причины, по которым ответ по существу поставленных в заявлении вопросов не мог быть дан, в последующем были устранены, СМиСП вправе вновь направить заявление на предоставление муниципальной услуги.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jc w:val="center"/>
        <w:outlineLvl w:val="1"/>
      </w:pPr>
      <w:r>
        <w:t>4. Формы контроля за исполнением</w:t>
      </w:r>
    </w:p>
    <w:p w:rsidR="008853E5" w:rsidRDefault="008853E5" w:rsidP="004877ED">
      <w:pPr>
        <w:pStyle w:val="ConsPlusNormal"/>
        <w:jc w:val="center"/>
      </w:pPr>
      <w:r>
        <w:t>административного регламента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ind w:firstLine="540"/>
        <w:jc w:val="both"/>
      </w:pPr>
      <w:r>
        <w:t>4.1. Должностным лицом, ответственным за прием и рассмотрение документов, является специалист отдела экономики и регулирования тарифов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Должностное лицо несет персональную ответственность за соблюдение сроков, порядка приема документов, правильность осуществления </w:t>
      </w:r>
    </w:p>
    <w:p w:rsidR="008853E5" w:rsidRDefault="008853E5" w:rsidP="004877ED">
      <w:pPr>
        <w:pStyle w:val="ConsPlusNormal"/>
        <w:ind w:firstLine="540"/>
        <w:jc w:val="both"/>
      </w:pPr>
      <w:r>
        <w:t>регистрационных действий, а также за определение оснований предоставления либо отказа в предоставлении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Ответственность должностного лица закрепляется в его должностной инструкции.</w:t>
      </w:r>
    </w:p>
    <w:p w:rsidR="008853E5" w:rsidRDefault="008853E5" w:rsidP="004877ED">
      <w:pPr>
        <w:pStyle w:val="ConsPlusNormal"/>
        <w:ind w:firstLine="540"/>
        <w:jc w:val="both"/>
      </w:pPr>
      <w:r>
        <w:t>4.2. Текущий контроль за соблюдением и исполнением должностным лицом положений административного регламента и иных нормативно-правовых актов, устанавливающих требования к предоставлению муниципальной услуги, а также принятием решения указанным лицом осуществляет начальник отдела.</w:t>
      </w:r>
    </w:p>
    <w:p w:rsidR="008853E5" w:rsidRDefault="008853E5" w:rsidP="004877ED">
      <w:pPr>
        <w:pStyle w:val="ConsPlusNormal"/>
        <w:ind w:firstLine="540"/>
        <w:jc w:val="both"/>
      </w:pPr>
      <w:r>
        <w:t>4.3. Периодичность осуществления текущего контроля - не реже 1 раза в год.</w:t>
      </w:r>
    </w:p>
    <w:p w:rsidR="008853E5" w:rsidRDefault="008853E5" w:rsidP="004877ED">
      <w:pPr>
        <w:pStyle w:val="ConsPlusNormal"/>
        <w:ind w:firstLine="540"/>
        <w:jc w:val="both"/>
      </w:pPr>
      <w:r>
        <w:t>4.4. Начальник отдела организует и осуществляет контроль за полнотой и качеством предоставления муниципальной услуги.</w:t>
      </w:r>
    </w:p>
    <w:p w:rsidR="008853E5" w:rsidRDefault="008853E5" w:rsidP="004877ED">
      <w:pPr>
        <w:pStyle w:val="ConsPlusNormal"/>
        <w:ind w:firstLine="540"/>
        <w:jc w:val="both"/>
      </w:pPr>
      <w:r>
        <w:t>4.5.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 (получателей услуги),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(бездействие) должностных лиц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4.6. Проверки полноты и качества предоставления муниципальной услуги осуществляются на основании распоряжения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4.7. Проведение проверок может носить плановый характер (осуществляться на основании годовых планов работы), тематический характер (проверка предоставления муниципальной услуги отдельным категориям получателей муниципальной услуги) и внеплановый характер (по конкретному обращению получателя муниципальной услуги).</w:t>
      </w:r>
    </w:p>
    <w:p w:rsidR="008853E5" w:rsidRDefault="008853E5" w:rsidP="004877ED">
      <w:pPr>
        <w:pStyle w:val="ConsPlusNormal"/>
        <w:ind w:firstLine="540"/>
        <w:jc w:val="both"/>
      </w:pPr>
      <w:r>
        <w:t>4.8. По результатам контроля, в случае необходимости, осуществляется привлечение виновных лиц к ответственности в соответствии с законодательством Российской Федерации.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B743F4">
      <w:pPr>
        <w:pStyle w:val="ConsPlusNormal"/>
        <w:jc w:val="center"/>
        <w:outlineLvl w:val="1"/>
      </w:pPr>
      <w:r>
        <w:t>12</w:t>
      </w:r>
    </w:p>
    <w:p w:rsidR="008853E5" w:rsidRDefault="008853E5" w:rsidP="004877ED">
      <w:pPr>
        <w:pStyle w:val="ConsPlusNormal"/>
        <w:jc w:val="center"/>
        <w:outlineLvl w:val="1"/>
      </w:pPr>
      <w:r>
        <w:t>5. Досудебный (внесудебный) порядок обжалования решений</w:t>
      </w:r>
    </w:p>
    <w:p w:rsidR="008853E5" w:rsidRDefault="008853E5" w:rsidP="004877ED">
      <w:pPr>
        <w:pStyle w:val="ConsPlusNormal"/>
        <w:jc w:val="center"/>
      </w:pPr>
      <w:r>
        <w:t>и действий (бездействия) органа, предоставляющего</w:t>
      </w:r>
    </w:p>
    <w:p w:rsidR="008853E5" w:rsidRDefault="008853E5" w:rsidP="004877ED">
      <w:pPr>
        <w:pStyle w:val="ConsPlusNormal"/>
        <w:jc w:val="center"/>
      </w:pPr>
      <w:r>
        <w:t>муниципальную услугу, а также должностных лиц,</w:t>
      </w:r>
    </w:p>
    <w:p w:rsidR="008853E5" w:rsidRDefault="008853E5" w:rsidP="004877ED">
      <w:pPr>
        <w:pStyle w:val="ConsPlusNormal"/>
        <w:jc w:val="center"/>
      </w:pPr>
      <w:r>
        <w:t>муниципальных служащих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rmal"/>
        <w:ind w:firstLine="540"/>
        <w:jc w:val="both"/>
      </w:pPr>
      <w:r>
        <w:t>5.1.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5.2. Заявители могут обратиться с жалобой, в том числе в следующих случаях:</w:t>
      </w:r>
    </w:p>
    <w:p w:rsidR="008853E5" w:rsidRDefault="008853E5" w:rsidP="004877ED">
      <w:pPr>
        <w:pStyle w:val="ConsPlusNormal"/>
        <w:ind w:firstLine="540"/>
        <w:jc w:val="both"/>
      </w:pPr>
      <w:r>
        <w:t>1) нарушение срока регистрации заявления заявителя о предоставлении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2) нарушение срока предоставления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Омской области, муниципальными нормативными правовыми актами;</w:t>
      </w:r>
    </w:p>
    <w:p w:rsidR="008853E5" w:rsidRDefault="008853E5" w:rsidP="004877ED">
      <w:pPr>
        <w:pStyle w:val="ConsPlusNormal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нормативными правовыми актами;</w:t>
      </w:r>
    </w:p>
    <w:p w:rsidR="008853E5" w:rsidRDefault="008853E5" w:rsidP="004877ED">
      <w:pPr>
        <w:pStyle w:val="ConsPlusNormal"/>
        <w:ind w:firstLine="540"/>
        <w:jc w:val="both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Омской области, муниципальными нормативными правовыми актами;</w:t>
      </w:r>
    </w:p>
    <w:p w:rsidR="008853E5" w:rsidRDefault="008853E5" w:rsidP="004877ED">
      <w:pPr>
        <w:pStyle w:val="ConsPlusNormal"/>
        <w:ind w:firstLine="540"/>
        <w:jc w:val="both"/>
      </w:pPr>
      <w:r>
        <w:t>6) истребование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нормативными правовыми актами;</w:t>
      </w:r>
    </w:p>
    <w:p w:rsidR="008853E5" w:rsidRDefault="008853E5" w:rsidP="004877ED">
      <w:pPr>
        <w:pStyle w:val="ConsPlusNormal"/>
        <w:ind w:firstLine="540"/>
        <w:jc w:val="both"/>
      </w:pPr>
      <w:r>
        <w:t>7) отказ Администрации Большереченского муниципального района Омской области, должностного лица Администрации Большереченского муниципального района Омской области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8853E5" w:rsidRDefault="008853E5" w:rsidP="004877ED">
      <w:pPr>
        <w:pStyle w:val="ConsPlusNormal"/>
        <w:ind w:firstLine="540"/>
        <w:jc w:val="both"/>
      </w:pPr>
      <w:r>
        <w:t>5.3. Основанием для начала процедуры досудебного (внесудебного) обжалования решений и действий (бездействия) должностных лиц Администрации Большереченского муниципального района Омской области, предоставляющих муниципальную услугу, является подача заявителем жалобы.</w:t>
      </w:r>
    </w:p>
    <w:p w:rsidR="008853E5" w:rsidRDefault="008853E5" w:rsidP="004877ED">
      <w:pPr>
        <w:pStyle w:val="ConsPlusNormal"/>
        <w:ind w:firstLine="540"/>
        <w:jc w:val="both"/>
      </w:pPr>
      <w:r>
        <w:t>5.4. Жалоба подается в письменной форме на бумажном носителе или в форме электронного документа в Администрацию Большереченского муниципального района Омской области на решение (действие, бездействие) должностного лица Администрации Большереченского муниципального района Омской области, ответственного за предоставление муниципальной услуги.</w:t>
      </w:r>
    </w:p>
    <w:p w:rsidR="008853E5" w:rsidRDefault="008853E5" w:rsidP="00B743F4">
      <w:pPr>
        <w:pStyle w:val="ConsPlusNormal"/>
        <w:ind w:firstLine="540"/>
        <w:jc w:val="center"/>
      </w:pPr>
      <w:r>
        <w:t>13</w:t>
      </w:r>
    </w:p>
    <w:p w:rsidR="008853E5" w:rsidRDefault="008853E5" w:rsidP="004877ED">
      <w:pPr>
        <w:pStyle w:val="ConsPlusNormal"/>
        <w:ind w:firstLine="540"/>
        <w:jc w:val="both"/>
      </w:pPr>
      <w:r>
        <w:t>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5.5. Жалоба подлежит обязательной регистрации в течение 3 календарных дней с момента поступления в Администрацию Большереченского муниципального района Омской области.</w:t>
      </w:r>
    </w:p>
    <w:p w:rsidR="008853E5" w:rsidRDefault="008853E5" w:rsidP="004877ED">
      <w:pPr>
        <w:pStyle w:val="ConsPlusNormal"/>
        <w:ind w:firstLine="540"/>
        <w:jc w:val="both"/>
      </w:pPr>
      <w:r>
        <w:t>5.6. Жалоба должна содержать:</w:t>
      </w:r>
    </w:p>
    <w:p w:rsidR="008853E5" w:rsidRDefault="008853E5" w:rsidP="004877ED">
      <w:pPr>
        <w:pStyle w:val="ConsPlusNormal"/>
        <w:ind w:firstLine="540"/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853E5" w:rsidRDefault="008853E5" w:rsidP="00B743F4">
      <w:pPr>
        <w:pStyle w:val="ConsPlusNormal"/>
        <w:jc w:val="both"/>
      </w:pPr>
      <w:r>
        <w:t xml:space="preserve">       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853E5" w:rsidRDefault="008853E5" w:rsidP="004877ED">
      <w:pPr>
        <w:pStyle w:val="ConsPlusNormal"/>
        <w:ind w:firstLine="540"/>
        <w:jc w:val="both"/>
      </w:pPr>
      <w:r>
        <w:t>3) сведения об обжалуемых решениях и действиях (бездействии) структурного подразделения Администрации Большереченского муниципального района Омской области, а также его должностного лица, ответственного за предоставление муниципальной услуги;</w:t>
      </w:r>
    </w:p>
    <w:p w:rsidR="008853E5" w:rsidRDefault="008853E5" w:rsidP="004877ED">
      <w:pPr>
        <w:pStyle w:val="ConsPlusNormal"/>
        <w:ind w:firstLine="540"/>
        <w:jc w:val="both"/>
      </w:pPr>
      <w:r>
        <w:t>4) доводы, на основании которых заявитель не согласен с решением и действием (бездействием) структурного подразделения Администрации Большереченского муниципального района Омской области, а также его должностного лица, ответственного за предоставление муниципальной услуги. Заявителем могут быть представлены документы (при наличии), подтверждающие доводы заявителя, либо их копии.</w:t>
      </w:r>
    </w:p>
    <w:p w:rsidR="008853E5" w:rsidRDefault="008853E5" w:rsidP="004877ED">
      <w:pPr>
        <w:pStyle w:val="ConsPlusNormal"/>
        <w:ind w:firstLine="540"/>
        <w:jc w:val="both"/>
      </w:pPr>
      <w:r>
        <w:t>5.7. Заявители имеют право обратиться в Администрацию Большереченского муниципального района Омской области за получением информации и документов, необходимых для обоснования и рассмотрения жалобы.</w:t>
      </w:r>
    </w:p>
    <w:p w:rsidR="008853E5" w:rsidRDefault="008853E5" w:rsidP="004877ED">
      <w:pPr>
        <w:pStyle w:val="ConsPlusNormal"/>
        <w:ind w:firstLine="540"/>
        <w:jc w:val="both"/>
      </w:pPr>
      <w:r>
        <w:t>5.8. При обращении заявителя с жалобой срок ее рассмотрения не должен превышать 15 рабочих дней со дня ее регистрации в Администрации Большереченского муниципального района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</w:p>
    <w:p w:rsidR="008853E5" w:rsidRDefault="008853E5" w:rsidP="004877ED">
      <w:pPr>
        <w:pStyle w:val="ConsPlusNormal"/>
        <w:ind w:firstLine="540"/>
        <w:jc w:val="both"/>
      </w:pPr>
      <w:bookmarkStart w:id="1" w:name="Par600"/>
      <w:bookmarkEnd w:id="1"/>
      <w:r>
        <w:t>5.9. По результатам рассмотрения жалобы Администрация Большереченского муниципального района Омской области принимает одно из следующих решений:</w:t>
      </w:r>
    </w:p>
    <w:p w:rsidR="008853E5" w:rsidRDefault="008853E5" w:rsidP="004877ED">
      <w:pPr>
        <w:pStyle w:val="ConsPlusNormal"/>
        <w:ind w:firstLine="540"/>
        <w:jc w:val="both"/>
      </w:pPr>
      <w: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8853E5" w:rsidRDefault="008853E5" w:rsidP="003B121F">
      <w:pPr>
        <w:pStyle w:val="ConsPlusNormal"/>
        <w:ind w:firstLine="540"/>
        <w:jc w:val="center"/>
      </w:pPr>
      <w:r>
        <w:t>14</w:t>
      </w:r>
    </w:p>
    <w:p w:rsidR="008853E5" w:rsidRDefault="008853E5" w:rsidP="004877ED">
      <w:pPr>
        <w:pStyle w:val="ConsPlusNormal"/>
        <w:ind w:firstLine="540"/>
        <w:jc w:val="both"/>
      </w:pPr>
      <w:r>
        <w:t>- отказывает в удовлетворении жалобы.</w:t>
      </w:r>
    </w:p>
    <w:p w:rsidR="008853E5" w:rsidRDefault="008853E5" w:rsidP="004877ED">
      <w:pPr>
        <w:pStyle w:val="ConsPlusNormal"/>
        <w:ind w:firstLine="540"/>
        <w:jc w:val="both"/>
      </w:pPr>
      <w:r>
        <w:t xml:space="preserve">5.10. Не позднее дня, следующего за днем принятия решения, указанного в </w:t>
      </w:r>
      <w:hyperlink w:anchor="Par600" w:history="1">
        <w:r w:rsidRPr="00B53848">
          <w:t>п. 5.9</w:t>
        </w:r>
      </w:hyperlink>
      <w:r w:rsidRPr="00B53848">
        <w:t xml:space="preserve"> </w:t>
      </w:r>
      <w:r>
        <w:t>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853E5" w:rsidRDefault="008853E5" w:rsidP="004877ED">
      <w:pPr>
        <w:pStyle w:val="ConsPlusNormal"/>
        <w:ind w:firstLine="540"/>
        <w:jc w:val="both"/>
      </w:pPr>
      <w:r>
        <w:t>5.11. Администрация Большереченского муниципального района Омской области вправе оставить жалобу без ответа в следующих случаях:</w:t>
      </w:r>
    </w:p>
    <w:p w:rsidR="008853E5" w:rsidRDefault="008853E5" w:rsidP="004877ED">
      <w:pPr>
        <w:pStyle w:val="ConsPlusNormal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853E5" w:rsidRDefault="008853E5" w:rsidP="004877ED">
      <w:pPr>
        <w:pStyle w:val="ConsPlusNormal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8853E5" w:rsidRDefault="008853E5" w:rsidP="004877ED">
      <w:pPr>
        <w:pStyle w:val="ConsPlusNormal"/>
        <w:ind w:firstLine="540"/>
        <w:jc w:val="both"/>
      </w:pPr>
      <w:r>
        <w:t>в) в жалобе не указаны фамилия заявителя, направившего жалобу, и почтовый адрес, адрес электронной почты для направления ответа на жалобу либо номер телефона, по которому можно связаться с заявителем.</w:t>
      </w:r>
    </w:p>
    <w:p w:rsidR="008853E5" w:rsidRDefault="008853E5" w:rsidP="004877ED">
      <w:pPr>
        <w:pStyle w:val="ConsPlusNormal"/>
        <w:ind w:firstLine="540"/>
        <w:jc w:val="both"/>
      </w:pPr>
      <w:r>
        <w:t>5.12. Действия (бездействие) и решения, осуществляемые (принятые) в ходе предоставления муниципальной услуги, могут быть также обжалованы в судебном порядке в сроки, установленные действующим законодательством.</w:t>
      </w: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AB6F73">
      <w:pPr>
        <w:pStyle w:val="ConsPlusNormal"/>
        <w:outlineLvl w:val="1"/>
      </w:pPr>
    </w:p>
    <w:p w:rsidR="008853E5" w:rsidRDefault="008853E5" w:rsidP="00AB6F73">
      <w:pPr>
        <w:pStyle w:val="ConsPlusNormal"/>
        <w:jc w:val="center"/>
        <w:outlineLvl w:val="1"/>
      </w:pPr>
      <w:r>
        <w:t>15</w:t>
      </w:r>
    </w:p>
    <w:p w:rsidR="008853E5" w:rsidRDefault="008853E5" w:rsidP="004877ED">
      <w:pPr>
        <w:pStyle w:val="ConsPlusNormal"/>
        <w:jc w:val="right"/>
        <w:outlineLvl w:val="1"/>
      </w:pPr>
      <w:r>
        <w:t>Приложение №1</w:t>
      </w:r>
    </w:p>
    <w:p w:rsidR="008853E5" w:rsidRDefault="008853E5" w:rsidP="004877ED">
      <w:pPr>
        <w:pStyle w:val="ConsPlusNormal"/>
        <w:jc w:val="right"/>
      </w:pPr>
      <w:r>
        <w:t>к Административному регламенту</w:t>
      </w:r>
    </w:p>
    <w:p w:rsidR="008853E5" w:rsidRDefault="008853E5" w:rsidP="004877ED">
      <w:pPr>
        <w:pStyle w:val="ConsPlusNormal"/>
        <w:jc w:val="right"/>
      </w:pPr>
      <w:r>
        <w:t>предоставления муниципальной</w:t>
      </w:r>
    </w:p>
    <w:p w:rsidR="008853E5" w:rsidRDefault="008853E5" w:rsidP="004877ED">
      <w:pPr>
        <w:pStyle w:val="ConsPlusNormal"/>
        <w:jc w:val="right"/>
      </w:pPr>
      <w:r>
        <w:t>услуги «Оказание консультационной и</w:t>
      </w:r>
    </w:p>
    <w:p w:rsidR="008853E5" w:rsidRDefault="008853E5" w:rsidP="004877ED">
      <w:pPr>
        <w:pStyle w:val="ConsPlusNormal"/>
        <w:jc w:val="right"/>
      </w:pPr>
      <w:r>
        <w:t>организационной поддержки субъектам</w:t>
      </w:r>
    </w:p>
    <w:p w:rsidR="008853E5" w:rsidRDefault="008853E5" w:rsidP="004877ED">
      <w:pPr>
        <w:pStyle w:val="ConsPlusNormal"/>
        <w:jc w:val="right"/>
      </w:pPr>
      <w:r>
        <w:t>малого и среднего предпринимательства</w:t>
      </w:r>
    </w:p>
    <w:p w:rsidR="008853E5" w:rsidRDefault="008853E5" w:rsidP="004877ED">
      <w:pPr>
        <w:pStyle w:val="ConsPlusNormal"/>
        <w:jc w:val="right"/>
      </w:pPr>
      <w:r>
        <w:t>Большереченского муниципального района</w:t>
      </w:r>
    </w:p>
    <w:p w:rsidR="008853E5" w:rsidRDefault="008853E5" w:rsidP="004877ED">
      <w:pPr>
        <w:pStyle w:val="ConsPlusNormal"/>
        <w:jc w:val="right"/>
      </w:pPr>
      <w:r>
        <w:t>Омской области»</w:t>
      </w:r>
    </w:p>
    <w:p w:rsidR="008853E5" w:rsidRDefault="008853E5" w:rsidP="004877ED">
      <w:pPr>
        <w:pStyle w:val="ConsPlusNormal"/>
        <w:jc w:val="right"/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</w:t>
      </w:r>
      <w:r w:rsidRPr="006314AB">
        <w:rPr>
          <w:rFonts w:ascii="Times New Roman" w:hAnsi="Times New Roman" w:cs="Times New Roman"/>
        </w:rPr>
        <w:t>Главе Большереченского муниципального района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6314AB">
        <w:rPr>
          <w:rFonts w:ascii="Times New Roman" w:hAnsi="Times New Roman" w:cs="Times New Roman"/>
        </w:rPr>
        <w:t xml:space="preserve"> от _____________________________</w:t>
      </w:r>
      <w:r>
        <w:rPr>
          <w:rFonts w:ascii="Times New Roman" w:hAnsi="Times New Roman" w:cs="Times New Roman"/>
        </w:rPr>
        <w:t>________</w:t>
      </w:r>
      <w:r w:rsidRPr="006314AB">
        <w:rPr>
          <w:rFonts w:ascii="Times New Roman" w:hAnsi="Times New Roman" w:cs="Times New Roman"/>
        </w:rPr>
        <w:t>__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6314AB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6314AB">
        <w:rPr>
          <w:rFonts w:ascii="Times New Roman" w:hAnsi="Times New Roman" w:cs="Times New Roman"/>
        </w:rPr>
        <w:t xml:space="preserve"> (наименование организации, Ф.И.О.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6314AB">
        <w:rPr>
          <w:rFonts w:ascii="Times New Roman" w:hAnsi="Times New Roman" w:cs="Times New Roman"/>
        </w:rPr>
        <w:t xml:space="preserve"> предпринимателя, адрес, ИНН, ОГРН,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6314AB">
        <w:rPr>
          <w:rFonts w:ascii="Times New Roman" w:hAnsi="Times New Roman" w:cs="Times New Roman"/>
        </w:rPr>
        <w:t xml:space="preserve"> (ОГРНИП), контактный телефон)</w:t>
      </w:r>
    </w:p>
    <w:p w:rsidR="008853E5" w:rsidRPr="006314AB" w:rsidRDefault="008853E5" w:rsidP="004877ED">
      <w:pPr>
        <w:pStyle w:val="ConsPlusNonformat"/>
        <w:tabs>
          <w:tab w:val="left" w:pos="268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ar632"/>
      <w:bookmarkEnd w:id="2"/>
      <w:r w:rsidRPr="006314AB">
        <w:rPr>
          <w:rFonts w:ascii="Times New Roman" w:hAnsi="Times New Roman" w:cs="Times New Roman"/>
        </w:rPr>
        <w:t>ЗАЯВЛЕНИЕ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Прошу оказать _________________________________________</w:t>
      </w:r>
      <w:r>
        <w:rPr>
          <w:rFonts w:ascii="Times New Roman" w:hAnsi="Times New Roman" w:cs="Times New Roman"/>
        </w:rPr>
        <w:t>_________________</w:t>
      </w:r>
      <w:r w:rsidRPr="006314AB">
        <w:rPr>
          <w:rFonts w:ascii="Times New Roman" w:hAnsi="Times New Roman" w:cs="Times New Roman"/>
        </w:rPr>
        <w:t>________________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6314AB">
        <w:rPr>
          <w:rFonts w:ascii="Times New Roman" w:hAnsi="Times New Roman" w:cs="Times New Roman"/>
        </w:rPr>
        <w:t xml:space="preserve">   (консультационную, организационную)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>поддержку по следующему(им) вопросу(ам) ______________________</w:t>
      </w:r>
      <w:r>
        <w:rPr>
          <w:rFonts w:ascii="Times New Roman" w:hAnsi="Times New Roman" w:cs="Times New Roman"/>
        </w:rPr>
        <w:t>_______________</w:t>
      </w:r>
      <w:r w:rsidRPr="006314AB">
        <w:rPr>
          <w:rFonts w:ascii="Times New Roman" w:hAnsi="Times New Roman" w:cs="Times New Roman"/>
        </w:rPr>
        <w:t>_____________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6314AB">
        <w:rPr>
          <w:rFonts w:ascii="Times New Roman" w:hAnsi="Times New Roman" w:cs="Times New Roman"/>
        </w:rPr>
        <w:t>__________________________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hyperlink w:anchor="Par651" w:history="1">
        <w:r w:rsidRPr="006314AB">
          <w:rPr>
            <w:rFonts w:ascii="Times New Roman" w:hAnsi="Times New Roman" w:cs="Times New Roman"/>
            <w:color w:val="0000FF"/>
          </w:rPr>
          <w:t>&lt;*&gt;</w:t>
        </w:r>
      </w:hyperlink>
      <w:r w:rsidRPr="006314AB">
        <w:rPr>
          <w:rFonts w:ascii="Times New Roman" w:hAnsi="Times New Roman" w:cs="Times New Roman"/>
        </w:rPr>
        <w:t xml:space="preserve"> Копию свидетельства о регистрации в налоговом органе прилагаю.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>Руководитель                    ____________________ /____________________/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>(Ф.И.О. ИП)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>"____" __________ 20___ г.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r w:rsidRPr="006314AB">
        <w:rPr>
          <w:rFonts w:ascii="Times New Roman" w:hAnsi="Times New Roman" w:cs="Times New Roman"/>
        </w:rPr>
        <w:t xml:space="preserve">    --------------------------------</w:t>
      </w:r>
    </w:p>
    <w:p w:rsidR="008853E5" w:rsidRPr="006314AB" w:rsidRDefault="008853E5" w:rsidP="004877ED">
      <w:pPr>
        <w:pStyle w:val="ConsPlusNonformat"/>
        <w:jc w:val="both"/>
        <w:rPr>
          <w:rFonts w:ascii="Times New Roman" w:hAnsi="Times New Roman" w:cs="Times New Roman"/>
        </w:rPr>
      </w:pPr>
      <w:bookmarkStart w:id="3" w:name="Par651"/>
      <w:bookmarkEnd w:id="3"/>
      <w:r w:rsidRPr="006314AB">
        <w:rPr>
          <w:rFonts w:ascii="Times New Roman" w:hAnsi="Times New Roman" w:cs="Times New Roman"/>
        </w:rPr>
        <w:t>&lt;*&gt; Предоставляется по желанию</w:t>
      </w:r>
    </w:p>
    <w:p w:rsidR="008853E5" w:rsidRPr="006314AB" w:rsidRDefault="008853E5" w:rsidP="004877ED">
      <w:pPr>
        <w:pStyle w:val="ConsPlusNormal"/>
        <w:jc w:val="right"/>
      </w:pPr>
    </w:p>
    <w:p w:rsidR="008853E5" w:rsidRPr="006314AB" w:rsidRDefault="008853E5" w:rsidP="004877ED">
      <w:pPr>
        <w:pStyle w:val="ConsPlusNormal"/>
        <w:jc w:val="right"/>
      </w:pPr>
    </w:p>
    <w:p w:rsidR="008853E5" w:rsidRPr="006314AB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</w:pPr>
    </w:p>
    <w:p w:rsidR="008853E5" w:rsidRDefault="008853E5" w:rsidP="004877ED">
      <w:pPr>
        <w:pStyle w:val="ConsPlusNormal"/>
      </w:pPr>
    </w:p>
    <w:p w:rsidR="008853E5" w:rsidRDefault="008853E5" w:rsidP="004877ED">
      <w:pPr>
        <w:pStyle w:val="ConsPlusNormal"/>
      </w:pPr>
    </w:p>
    <w:p w:rsidR="008853E5" w:rsidRDefault="008853E5" w:rsidP="004877ED">
      <w:pPr>
        <w:pStyle w:val="ConsPlusNormal"/>
      </w:pPr>
    </w:p>
    <w:p w:rsidR="008853E5" w:rsidRDefault="008853E5" w:rsidP="005F032C">
      <w:pPr>
        <w:pStyle w:val="ConsPlusNormal"/>
      </w:pPr>
    </w:p>
    <w:p w:rsidR="008853E5" w:rsidRDefault="008853E5" w:rsidP="005F032C">
      <w:pPr>
        <w:pStyle w:val="ConsPlusNormal"/>
        <w:jc w:val="center"/>
      </w:pPr>
      <w:r>
        <w:t>16</w:t>
      </w:r>
    </w:p>
    <w:p w:rsidR="008853E5" w:rsidRDefault="008853E5" w:rsidP="004877ED">
      <w:pPr>
        <w:pStyle w:val="ConsPlusNormal"/>
        <w:jc w:val="right"/>
        <w:outlineLvl w:val="1"/>
      </w:pPr>
      <w:r>
        <w:t>Приложение № 2</w:t>
      </w:r>
    </w:p>
    <w:p w:rsidR="008853E5" w:rsidRDefault="008853E5" w:rsidP="004877ED">
      <w:pPr>
        <w:pStyle w:val="ConsPlusNormal"/>
        <w:jc w:val="right"/>
      </w:pPr>
      <w:r>
        <w:t>к Административному регламенту</w:t>
      </w:r>
    </w:p>
    <w:p w:rsidR="008853E5" w:rsidRDefault="008853E5" w:rsidP="004877ED">
      <w:pPr>
        <w:pStyle w:val="ConsPlusNormal"/>
        <w:jc w:val="right"/>
      </w:pPr>
      <w:r>
        <w:t>предоставления муниципальной</w:t>
      </w:r>
    </w:p>
    <w:p w:rsidR="008853E5" w:rsidRDefault="008853E5" w:rsidP="004877ED">
      <w:pPr>
        <w:pStyle w:val="ConsPlusNormal"/>
        <w:jc w:val="right"/>
      </w:pPr>
      <w:r>
        <w:t>услуги «Оказание консультационной и</w:t>
      </w:r>
    </w:p>
    <w:p w:rsidR="008853E5" w:rsidRDefault="008853E5" w:rsidP="004877ED">
      <w:pPr>
        <w:pStyle w:val="ConsPlusNormal"/>
        <w:jc w:val="right"/>
      </w:pPr>
      <w:r>
        <w:t>организационной поддержки субъектам</w:t>
      </w:r>
    </w:p>
    <w:p w:rsidR="008853E5" w:rsidRDefault="008853E5" w:rsidP="004877ED">
      <w:pPr>
        <w:pStyle w:val="ConsPlusNormal"/>
        <w:jc w:val="right"/>
      </w:pPr>
      <w:r>
        <w:t>малого и среднего предпринимательства</w:t>
      </w:r>
    </w:p>
    <w:p w:rsidR="008853E5" w:rsidRDefault="008853E5" w:rsidP="004877ED">
      <w:pPr>
        <w:pStyle w:val="ConsPlusNormal"/>
        <w:jc w:val="right"/>
      </w:pPr>
      <w:r>
        <w:t>Большереченского муниципального района</w:t>
      </w:r>
    </w:p>
    <w:p w:rsidR="008853E5" w:rsidRDefault="008853E5" w:rsidP="004877ED">
      <w:pPr>
        <w:pStyle w:val="ConsPlusNormal"/>
        <w:jc w:val="right"/>
      </w:pPr>
      <w:r>
        <w:t>Омской области»</w:t>
      </w:r>
    </w:p>
    <w:p w:rsidR="008853E5" w:rsidRDefault="008853E5" w:rsidP="004877ED">
      <w:pPr>
        <w:pStyle w:val="ConsPlusNormal"/>
        <w:jc w:val="right"/>
      </w:pPr>
    </w:p>
    <w:p w:rsidR="008853E5" w:rsidRDefault="008853E5" w:rsidP="004877ED">
      <w:pPr>
        <w:pStyle w:val="ConsPlusNormal"/>
        <w:jc w:val="center"/>
        <w:rPr>
          <w:b/>
          <w:bCs/>
        </w:rPr>
      </w:pPr>
      <w:bookmarkStart w:id="4" w:name="Par665"/>
      <w:bookmarkEnd w:id="4"/>
      <w:r>
        <w:rPr>
          <w:b/>
          <w:bCs/>
        </w:rPr>
        <w:t>Блок-схема</w:t>
      </w:r>
    </w:p>
    <w:p w:rsidR="008853E5" w:rsidRDefault="008853E5" w:rsidP="004877ED">
      <w:pPr>
        <w:pStyle w:val="ConsPlusNormal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</w:t>
      </w:r>
    </w:p>
    <w:p w:rsidR="008853E5" w:rsidRDefault="008853E5" w:rsidP="004877ED">
      <w:pPr>
        <w:pStyle w:val="ConsPlusNormal"/>
        <w:jc w:val="center"/>
      </w:pPr>
    </w:p>
    <w:p w:rsidR="008853E5" w:rsidRDefault="008853E5" w:rsidP="004877ED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│ Письменное, электронное обращение  │</w:t>
      </w:r>
    </w:p>
    <w:p w:rsidR="008853E5" w:rsidRDefault="008853E5" w:rsidP="004877ED">
      <w:pPr>
        <w:pStyle w:val="ConsPlusNonformat"/>
        <w:jc w:val="both"/>
      </w:pPr>
      <w:r>
        <w:t xml:space="preserve">                │   об оказании консультационной и   │</w:t>
      </w:r>
    </w:p>
    <w:p w:rsidR="008853E5" w:rsidRDefault="008853E5" w:rsidP="004877ED">
      <w:pPr>
        <w:pStyle w:val="ConsPlusNonformat"/>
        <w:jc w:val="both"/>
      </w:pPr>
      <w:r>
        <w:t xml:space="preserve">                │  организационной поддержки СМиСП   │</w:t>
      </w:r>
    </w:p>
    <w:p w:rsidR="008853E5" w:rsidRDefault="008853E5" w:rsidP="004877ED">
      <w:pPr>
        <w:pStyle w:val="ConsPlusNonformat"/>
        <w:jc w:val="both"/>
      </w:pPr>
      <w:r>
        <w:t xml:space="preserve">                └──────────────────┬─────────────────┘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       \│/</w:t>
      </w:r>
    </w:p>
    <w:p w:rsidR="008853E5" w:rsidRDefault="008853E5" w:rsidP="004877ED">
      <w:pPr>
        <w:pStyle w:val="ConsPlusNonformat"/>
        <w:jc w:val="both"/>
      </w:pPr>
      <w:r>
        <w:t xml:space="preserve">                ┌──────────────────┴─────────────────┐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│       Регистрация обращения        │</w:t>
      </w:r>
    </w:p>
    <w:p w:rsidR="008853E5" w:rsidRDefault="008853E5" w:rsidP="004877ED">
      <w:pPr>
        <w:pStyle w:val="ConsPlusNonformat"/>
        <w:jc w:val="both"/>
      </w:pPr>
      <w:r>
        <w:t xml:space="preserve">                └──────────────────┬─────────────────┘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       \│/</w:t>
      </w:r>
    </w:p>
    <w:tbl>
      <w:tblPr>
        <w:tblW w:w="0" w:type="auto"/>
        <w:tblInd w:w="2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6"/>
      </w:tblGrid>
      <w:tr w:rsidR="008853E5" w:rsidTr="003471FE">
        <w:trPr>
          <w:trHeight w:val="696"/>
        </w:trPr>
        <w:tc>
          <w:tcPr>
            <w:tcW w:w="4476" w:type="dxa"/>
            <w:vAlign w:val="center"/>
          </w:tcPr>
          <w:p w:rsidR="008853E5" w:rsidRPr="00DF1D9D" w:rsidRDefault="008853E5" w:rsidP="003471FE">
            <w:pPr>
              <w:pStyle w:val="ConsPlusNonformat"/>
              <w:jc w:val="center"/>
            </w:pPr>
            <w:r w:rsidRPr="00DF1D9D">
              <w:t>Начальник отдела экономики и</w:t>
            </w:r>
          </w:p>
          <w:p w:rsidR="008853E5" w:rsidRPr="00DF1D9D" w:rsidRDefault="008853E5" w:rsidP="003471FE">
            <w:pPr>
              <w:pStyle w:val="ConsPlusNonformat"/>
              <w:jc w:val="center"/>
            </w:pPr>
            <w:r w:rsidRPr="00DF1D9D">
              <w:t>регулирования тарифов</w:t>
            </w:r>
          </w:p>
        </w:tc>
      </w:tr>
    </w:tbl>
    <w:p w:rsidR="008853E5" w:rsidRDefault="008853E5" w:rsidP="004877ED">
      <w:pPr>
        <w:pStyle w:val="ConsPlusNonformat"/>
        <w:jc w:val="both"/>
      </w:pPr>
      <w:r>
        <w:t xml:space="preserve">                                  \│/</w:t>
      </w:r>
    </w:p>
    <w:p w:rsidR="008853E5" w:rsidRDefault="008853E5" w:rsidP="004877ED">
      <w:pPr>
        <w:pStyle w:val="ConsPlusNonformat"/>
        <w:jc w:val="both"/>
      </w:pPr>
      <w:r>
        <w:t xml:space="preserve">                ┌──────────────────┴─────────────────┐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│            Исполнитель             │</w:t>
      </w:r>
    </w:p>
    <w:p w:rsidR="008853E5" w:rsidRDefault="008853E5" w:rsidP="004877ED">
      <w:pPr>
        <w:pStyle w:val="ConsPlusNonformat"/>
        <w:jc w:val="both"/>
      </w:pPr>
      <w:r>
        <w:t xml:space="preserve">                └──────────────────┬─────────────────┘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       \│/</w:t>
      </w:r>
    </w:p>
    <w:p w:rsidR="008853E5" w:rsidRDefault="008853E5" w:rsidP="004877ED">
      <w:pPr>
        <w:pStyle w:val="ConsPlusNonformat"/>
        <w:jc w:val="both"/>
      </w:pPr>
      <w:r>
        <w:t xml:space="preserve">                ┌──────────────────┴─────────────────┐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│ Проверка представленных документов │</w:t>
      </w:r>
    </w:p>
    <w:p w:rsidR="008853E5" w:rsidRDefault="008853E5" w:rsidP="004877ED">
      <w:pPr>
        <w:pStyle w:val="ConsPlusNonformat"/>
        <w:jc w:val="both"/>
      </w:pPr>
      <w:r>
        <w:t xml:space="preserve">                └──────────────────┬─────────────────┘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 ┌──────┴──────┐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\│/           \│/</w:t>
      </w:r>
    </w:p>
    <w:p w:rsidR="008853E5" w:rsidRDefault="008853E5" w:rsidP="004877ED">
      <w:pPr>
        <w:pStyle w:val="ConsPlusNonformat"/>
        <w:jc w:val="both"/>
      </w:pPr>
      <w:r>
        <w:t>┌───────────────────────────┴─────┐ ┌─────┴───────────────────────────┐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>│  Наличие оснований для отказа   │ │ Отсутствие оснований для отказа │</w:t>
      </w:r>
    </w:p>
    <w:p w:rsidR="008853E5" w:rsidRDefault="008853E5" w:rsidP="004877ED">
      <w:pPr>
        <w:pStyle w:val="ConsPlusNonformat"/>
        <w:jc w:val="both"/>
      </w:pPr>
      <w:r>
        <w:t>│в предоставлении консультационной│ │в предоставлении консультационной│</w:t>
      </w:r>
    </w:p>
    <w:p w:rsidR="008853E5" w:rsidRDefault="008853E5" w:rsidP="004877ED">
      <w:pPr>
        <w:pStyle w:val="ConsPlusNonformat"/>
        <w:jc w:val="both"/>
      </w:pPr>
      <w:r>
        <w:t>│   и организационной поддержки   │ │   и организационной поддержки   │</w:t>
      </w:r>
    </w:p>
    <w:p w:rsidR="008853E5" w:rsidRDefault="008853E5" w:rsidP="004877ED">
      <w:pPr>
        <w:pStyle w:val="ConsPlusNonformat"/>
        <w:jc w:val="both"/>
      </w:pPr>
      <w:r>
        <w:t>└────────────────┬────────────────┘ └────────────────┬────────────────┘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\│/                                 \│/</w:t>
      </w:r>
    </w:p>
    <w:p w:rsidR="008853E5" w:rsidRDefault="008853E5" w:rsidP="004877ED">
      <w:pPr>
        <w:pStyle w:val="ConsPlusNonformat"/>
        <w:jc w:val="both"/>
      </w:pPr>
      <w:r>
        <w:t>┌────────────────┴────────────────┐ ┌────────────────┴────────────────┐</w:t>
      </w:r>
    </w:p>
    <w:p w:rsidR="008853E5" w:rsidRDefault="008853E5" w:rsidP="004877ED">
      <w:pPr>
        <w:pStyle w:val="ConsPlusNonformat"/>
        <w:jc w:val="both"/>
      </w:pPr>
      <w:r>
        <w:t>│Отказ в оказании консультационной│ │    Оказание консультационной    │</w:t>
      </w:r>
    </w:p>
    <w:p w:rsidR="008853E5" w:rsidRDefault="008853E5" w:rsidP="004877ED">
      <w:pPr>
        <w:pStyle w:val="ConsPlusNonformat"/>
        <w:jc w:val="both"/>
      </w:pPr>
      <w:r>
        <w:t>│   и организационной поддержки   │ │   и организационной поддержки   │</w:t>
      </w:r>
    </w:p>
    <w:p w:rsidR="008853E5" w:rsidRDefault="008853E5" w:rsidP="004877ED">
      <w:pPr>
        <w:pStyle w:val="ConsPlusNonformat"/>
        <w:jc w:val="both"/>
      </w:pPr>
      <w:r>
        <w:t>└───────────────────────────┬─────┘ └─────┬───────────────────────────┘</w:t>
      </w:r>
    </w:p>
    <w:p w:rsidR="008853E5" w:rsidRDefault="008853E5" w:rsidP="004877ED">
      <w:pPr>
        <w:pStyle w:val="ConsPlusNonformat"/>
        <w:jc w:val="both"/>
      </w:pPr>
      <w:r>
        <w:t xml:space="preserve">                           \│/           \│/</w:t>
      </w:r>
    </w:p>
    <w:p w:rsidR="008853E5" w:rsidRDefault="008853E5" w:rsidP="004877ED">
      <w:pPr>
        <w:pStyle w:val="ConsPlusNonformat"/>
        <w:jc w:val="both"/>
      </w:pPr>
      <w:r>
        <w:t xml:space="preserve">                ┌───────────┴─────────────┴──────────┐</w:t>
      </w:r>
    </w:p>
    <w:p w:rsidR="008853E5" w:rsidRDefault="008853E5" w:rsidP="004877ED">
      <w:pPr>
        <w:pStyle w:val="ConsPlusNonformat"/>
        <w:jc w:val="both"/>
      </w:pPr>
      <w:r>
        <w:t xml:space="preserve">                │ Выдача,направление ответа заявителю│</w:t>
      </w:r>
    </w:p>
    <w:p w:rsidR="008853E5" w:rsidRDefault="008853E5" w:rsidP="004877ED">
      <w:pPr>
        <w:pStyle w:val="ConsPlusNonformat"/>
        <w:jc w:val="both"/>
      </w:pPr>
      <w:r>
        <w:t xml:space="preserve">                └────────────────────────────────────┘</w:t>
      </w: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4877ED">
      <w:pPr>
        <w:pStyle w:val="ConsPlusNormal"/>
        <w:ind w:firstLine="540"/>
        <w:jc w:val="both"/>
      </w:pPr>
    </w:p>
    <w:p w:rsidR="008853E5" w:rsidRDefault="008853E5" w:rsidP="004877ED"/>
    <w:p w:rsidR="008853E5" w:rsidRDefault="008853E5" w:rsidP="004877ED"/>
    <w:p w:rsidR="008853E5" w:rsidRDefault="008853E5" w:rsidP="004877ED"/>
    <w:p w:rsidR="008853E5" w:rsidRDefault="008853E5" w:rsidP="004877ED"/>
    <w:sectPr w:rsidR="008853E5" w:rsidSect="0015216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7ED"/>
    <w:rsid w:val="00001877"/>
    <w:rsid w:val="000019FF"/>
    <w:rsid w:val="00002E1A"/>
    <w:rsid w:val="0000413F"/>
    <w:rsid w:val="0000443C"/>
    <w:rsid w:val="00005561"/>
    <w:rsid w:val="00005A79"/>
    <w:rsid w:val="0000657B"/>
    <w:rsid w:val="00006705"/>
    <w:rsid w:val="000071AE"/>
    <w:rsid w:val="000073AB"/>
    <w:rsid w:val="00007BFC"/>
    <w:rsid w:val="0001113C"/>
    <w:rsid w:val="00012110"/>
    <w:rsid w:val="00012320"/>
    <w:rsid w:val="0001282E"/>
    <w:rsid w:val="000135D6"/>
    <w:rsid w:val="00013B1D"/>
    <w:rsid w:val="00013E2C"/>
    <w:rsid w:val="00015180"/>
    <w:rsid w:val="00016205"/>
    <w:rsid w:val="000175F7"/>
    <w:rsid w:val="000202CD"/>
    <w:rsid w:val="0002120A"/>
    <w:rsid w:val="00021443"/>
    <w:rsid w:val="00021A7D"/>
    <w:rsid w:val="00021D7C"/>
    <w:rsid w:val="000226AF"/>
    <w:rsid w:val="00025383"/>
    <w:rsid w:val="00025667"/>
    <w:rsid w:val="00026121"/>
    <w:rsid w:val="00026AF7"/>
    <w:rsid w:val="00026EC4"/>
    <w:rsid w:val="00027622"/>
    <w:rsid w:val="0002764B"/>
    <w:rsid w:val="00030191"/>
    <w:rsid w:val="00030226"/>
    <w:rsid w:val="0003133E"/>
    <w:rsid w:val="00032E71"/>
    <w:rsid w:val="0003319F"/>
    <w:rsid w:val="00033E55"/>
    <w:rsid w:val="00033E75"/>
    <w:rsid w:val="00034970"/>
    <w:rsid w:val="00034995"/>
    <w:rsid w:val="00034A8A"/>
    <w:rsid w:val="00035160"/>
    <w:rsid w:val="00035619"/>
    <w:rsid w:val="00037F13"/>
    <w:rsid w:val="000401A7"/>
    <w:rsid w:val="00041D89"/>
    <w:rsid w:val="00041DFA"/>
    <w:rsid w:val="00042612"/>
    <w:rsid w:val="000434E3"/>
    <w:rsid w:val="000442A8"/>
    <w:rsid w:val="00046A51"/>
    <w:rsid w:val="00047156"/>
    <w:rsid w:val="0005094C"/>
    <w:rsid w:val="00050E41"/>
    <w:rsid w:val="0005415A"/>
    <w:rsid w:val="00054D59"/>
    <w:rsid w:val="000559C5"/>
    <w:rsid w:val="0005639B"/>
    <w:rsid w:val="00060AD5"/>
    <w:rsid w:val="00060C90"/>
    <w:rsid w:val="0006252A"/>
    <w:rsid w:val="0006344E"/>
    <w:rsid w:val="00064F6F"/>
    <w:rsid w:val="000673CB"/>
    <w:rsid w:val="0007011F"/>
    <w:rsid w:val="0007275C"/>
    <w:rsid w:val="000736B8"/>
    <w:rsid w:val="000765AE"/>
    <w:rsid w:val="00077974"/>
    <w:rsid w:val="000779DD"/>
    <w:rsid w:val="00080D24"/>
    <w:rsid w:val="00080E1B"/>
    <w:rsid w:val="00081D68"/>
    <w:rsid w:val="00082BB0"/>
    <w:rsid w:val="00083884"/>
    <w:rsid w:val="0008415F"/>
    <w:rsid w:val="00084258"/>
    <w:rsid w:val="00084443"/>
    <w:rsid w:val="000848FA"/>
    <w:rsid w:val="0008552A"/>
    <w:rsid w:val="00091C78"/>
    <w:rsid w:val="00092109"/>
    <w:rsid w:val="000923E6"/>
    <w:rsid w:val="00092D5E"/>
    <w:rsid w:val="000937DF"/>
    <w:rsid w:val="00094349"/>
    <w:rsid w:val="000968CF"/>
    <w:rsid w:val="00097AA6"/>
    <w:rsid w:val="00097B45"/>
    <w:rsid w:val="00097BCD"/>
    <w:rsid w:val="000A09FC"/>
    <w:rsid w:val="000A0C6A"/>
    <w:rsid w:val="000A1512"/>
    <w:rsid w:val="000A1724"/>
    <w:rsid w:val="000A1798"/>
    <w:rsid w:val="000A1E35"/>
    <w:rsid w:val="000A28EB"/>
    <w:rsid w:val="000A3026"/>
    <w:rsid w:val="000A34CC"/>
    <w:rsid w:val="000A378F"/>
    <w:rsid w:val="000A3C04"/>
    <w:rsid w:val="000A5D07"/>
    <w:rsid w:val="000A62F6"/>
    <w:rsid w:val="000A634D"/>
    <w:rsid w:val="000A6E5C"/>
    <w:rsid w:val="000A719B"/>
    <w:rsid w:val="000B0263"/>
    <w:rsid w:val="000B2553"/>
    <w:rsid w:val="000B3564"/>
    <w:rsid w:val="000B4424"/>
    <w:rsid w:val="000B4974"/>
    <w:rsid w:val="000B4BA9"/>
    <w:rsid w:val="000B50DF"/>
    <w:rsid w:val="000B5242"/>
    <w:rsid w:val="000B55D5"/>
    <w:rsid w:val="000B5EC1"/>
    <w:rsid w:val="000B61C8"/>
    <w:rsid w:val="000B6DAB"/>
    <w:rsid w:val="000B7C34"/>
    <w:rsid w:val="000C099A"/>
    <w:rsid w:val="000C1E45"/>
    <w:rsid w:val="000C24DF"/>
    <w:rsid w:val="000C260B"/>
    <w:rsid w:val="000C2782"/>
    <w:rsid w:val="000C2CAB"/>
    <w:rsid w:val="000C393F"/>
    <w:rsid w:val="000C45A6"/>
    <w:rsid w:val="000C4842"/>
    <w:rsid w:val="000C51DF"/>
    <w:rsid w:val="000C5C28"/>
    <w:rsid w:val="000C5E4A"/>
    <w:rsid w:val="000C6AC9"/>
    <w:rsid w:val="000C768B"/>
    <w:rsid w:val="000C7C3A"/>
    <w:rsid w:val="000D0373"/>
    <w:rsid w:val="000D0F12"/>
    <w:rsid w:val="000D1A54"/>
    <w:rsid w:val="000D2404"/>
    <w:rsid w:val="000D2883"/>
    <w:rsid w:val="000D2C4F"/>
    <w:rsid w:val="000D319A"/>
    <w:rsid w:val="000D4FBA"/>
    <w:rsid w:val="000D5BC2"/>
    <w:rsid w:val="000D74E0"/>
    <w:rsid w:val="000D75C3"/>
    <w:rsid w:val="000D7867"/>
    <w:rsid w:val="000D7BAC"/>
    <w:rsid w:val="000E0DAC"/>
    <w:rsid w:val="000E27A5"/>
    <w:rsid w:val="000E285C"/>
    <w:rsid w:val="000E2A9D"/>
    <w:rsid w:val="000E3294"/>
    <w:rsid w:val="000E4823"/>
    <w:rsid w:val="000E5F1B"/>
    <w:rsid w:val="000E7B8C"/>
    <w:rsid w:val="000F0925"/>
    <w:rsid w:val="000F0DB5"/>
    <w:rsid w:val="000F1770"/>
    <w:rsid w:val="000F187F"/>
    <w:rsid w:val="000F1DBC"/>
    <w:rsid w:val="000F29A5"/>
    <w:rsid w:val="000F2A22"/>
    <w:rsid w:val="000F31ED"/>
    <w:rsid w:val="000F3A9E"/>
    <w:rsid w:val="000F403E"/>
    <w:rsid w:val="000F65F5"/>
    <w:rsid w:val="000F70DF"/>
    <w:rsid w:val="000F70EB"/>
    <w:rsid w:val="00100949"/>
    <w:rsid w:val="0010184E"/>
    <w:rsid w:val="00101A47"/>
    <w:rsid w:val="0010312D"/>
    <w:rsid w:val="00103968"/>
    <w:rsid w:val="001060FC"/>
    <w:rsid w:val="001074A7"/>
    <w:rsid w:val="00110DA6"/>
    <w:rsid w:val="00110E96"/>
    <w:rsid w:val="001133EF"/>
    <w:rsid w:val="001159DE"/>
    <w:rsid w:val="00116F52"/>
    <w:rsid w:val="00117B5E"/>
    <w:rsid w:val="00117FDF"/>
    <w:rsid w:val="00120BC9"/>
    <w:rsid w:val="001221BF"/>
    <w:rsid w:val="00122343"/>
    <w:rsid w:val="00122B7B"/>
    <w:rsid w:val="001237BA"/>
    <w:rsid w:val="00123CE3"/>
    <w:rsid w:val="001248C0"/>
    <w:rsid w:val="001269BB"/>
    <w:rsid w:val="00127422"/>
    <w:rsid w:val="001279CD"/>
    <w:rsid w:val="00130D25"/>
    <w:rsid w:val="00132E0F"/>
    <w:rsid w:val="00132E22"/>
    <w:rsid w:val="001340B3"/>
    <w:rsid w:val="001349BA"/>
    <w:rsid w:val="00134E42"/>
    <w:rsid w:val="001351C7"/>
    <w:rsid w:val="001357EE"/>
    <w:rsid w:val="001363C9"/>
    <w:rsid w:val="00137409"/>
    <w:rsid w:val="00141E17"/>
    <w:rsid w:val="00141F44"/>
    <w:rsid w:val="00142BB4"/>
    <w:rsid w:val="0014387E"/>
    <w:rsid w:val="00143DC0"/>
    <w:rsid w:val="00146111"/>
    <w:rsid w:val="001462F3"/>
    <w:rsid w:val="001472ED"/>
    <w:rsid w:val="00147375"/>
    <w:rsid w:val="00150554"/>
    <w:rsid w:val="00152167"/>
    <w:rsid w:val="00152974"/>
    <w:rsid w:val="001534F1"/>
    <w:rsid w:val="00153796"/>
    <w:rsid w:val="00153B2D"/>
    <w:rsid w:val="001557A0"/>
    <w:rsid w:val="00156525"/>
    <w:rsid w:val="001565EA"/>
    <w:rsid w:val="00156DA9"/>
    <w:rsid w:val="0016016E"/>
    <w:rsid w:val="00160789"/>
    <w:rsid w:val="00160CB7"/>
    <w:rsid w:val="001617EB"/>
    <w:rsid w:val="00161925"/>
    <w:rsid w:val="00161C3F"/>
    <w:rsid w:val="001620E3"/>
    <w:rsid w:val="0016258E"/>
    <w:rsid w:val="00162888"/>
    <w:rsid w:val="00162E7A"/>
    <w:rsid w:val="001635AB"/>
    <w:rsid w:val="00164040"/>
    <w:rsid w:val="001661B5"/>
    <w:rsid w:val="00166C7C"/>
    <w:rsid w:val="00166CD1"/>
    <w:rsid w:val="0017220D"/>
    <w:rsid w:val="00172AB9"/>
    <w:rsid w:val="001735DA"/>
    <w:rsid w:val="001753A2"/>
    <w:rsid w:val="00175E0D"/>
    <w:rsid w:val="00175ED3"/>
    <w:rsid w:val="0017648D"/>
    <w:rsid w:val="001778BF"/>
    <w:rsid w:val="00181D79"/>
    <w:rsid w:val="00183238"/>
    <w:rsid w:val="00183416"/>
    <w:rsid w:val="00184C56"/>
    <w:rsid w:val="0018517F"/>
    <w:rsid w:val="00185321"/>
    <w:rsid w:val="00185EE1"/>
    <w:rsid w:val="00186CFB"/>
    <w:rsid w:val="00186EEF"/>
    <w:rsid w:val="001904BF"/>
    <w:rsid w:val="00190C1C"/>
    <w:rsid w:val="0019102D"/>
    <w:rsid w:val="0019315A"/>
    <w:rsid w:val="001939A5"/>
    <w:rsid w:val="00193B68"/>
    <w:rsid w:val="001967EA"/>
    <w:rsid w:val="00197958"/>
    <w:rsid w:val="00197F69"/>
    <w:rsid w:val="001A067C"/>
    <w:rsid w:val="001A0D2D"/>
    <w:rsid w:val="001A143F"/>
    <w:rsid w:val="001A1584"/>
    <w:rsid w:val="001A23AF"/>
    <w:rsid w:val="001A261F"/>
    <w:rsid w:val="001A2DDA"/>
    <w:rsid w:val="001A50E7"/>
    <w:rsid w:val="001A54F5"/>
    <w:rsid w:val="001A5D41"/>
    <w:rsid w:val="001A613D"/>
    <w:rsid w:val="001A68D6"/>
    <w:rsid w:val="001A720B"/>
    <w:rsid w:val="001B009B"/>
    <w:rsid w:val="001B0160"/>
    <w:rsid w:val="001B0EC8"/>
    <w:rsid w:val="001B1A6B"/>
    <w:rsid w:val="001B2AC0"/>
    <w:rsid w:val="001B2C22"/>
    <w:rsid w:val="001B2EA0"/>
    <w:rsid w:val="001B60F3"/>
    <w:rsid w:val="001B6CCB"/>
    <w:rsid w:val="001B6F8B"/>
    <w:rsid w:val="001B74DF"/>
    <w:rsid w:val="001C179C"/>
    <w:rsid w:val="001C21A0"/>
    <w:rsid w:val="001C2722"/>
    <w:rsid w:val="001C2D36"/>
    <w:rsid w:val="001C31D6"/>
    <w:rsid w:val="001C31ED"/>
    <w:rsid w:val="001C333C"/>
    <w:rsid w:val="001C3C5A"/>
    <w:rsid w:val="001C58A3"/>
    <w:rsid w:val="001C6209"/>
    <w:rsid w:val="001C63F4"/>
    <w:rsid w:val="001D03D0"/>
    <w:rsid w:val="001D096A"/>
    <w:rsid w:val="001D0C07"/>
    <w:rsid w:val="001D13C6"/>
    <w:rsid w:val="001D200F"/>
    <w:rsid w:val="001D21B7"/>
    <w:rsid w:val="001D3161"/>
    <w:rsid w:val="001D37AD"/>
    <w:rsid w:val="001D3A0F"/>
    <w:rsid w:val="001D4FB3"/>
    <w:rsid w:val="001D4FC6"/>
    <w:rsid w:val="001D5824"/>
    <w:rsid w:val="001D5FB5"/>
    <w:rsid w:val="001D7140"/>
    <w:rsid w:val="001D7EA6"/>
    <w:rsid w:val="001E05C7"/>
    <w:rsid w:val="001E06B5"/>
    <w:rsid w:val="001E189B"/>
    <w:rsid w:val="001E1C80"/>
    <w:rsid w:val="001E1E92"/>
    <w:rsid w:val="001E2941"/>
    <w:rsid w:val="001E2949"/>
    <w:rsid w:val="001E36FD"/>
    <w:rsid w:val="001E609D"/>
    <w:rsid w:val="001E619D"/>
    <w:rsid w:val="001E6840"/>
    <w:rsid w:val="001F007A"/>
    <w:rsid w:val="001F009E"/>
    <w:rsid w:val="001F0E97"/>
    <w:rsid w:val="001F1FD7"/>
    <w:rsid w:val="001F232E"/>
    <w:rsid w:val="001F344E"/>
    <w:rsid w:val="001F369D"/>
    <w:rsid w:val="001F37F7"/>
    <w:rsid w:val="001F4757"/>
    <w:rsid w:val="001F59E1"/>
    <w:rsid w:val="001F6504"/>
    <w:rsid w:val="001F6909"/>
    <w:rsid w:val="001F7CB3"/>
    <w:rsid w:val="00200E56"/>
    <w:rsid w:val="00205D4A"/>
    <w:rsid w:val="00206FC4"/>
    <w:rsid w:val="0020793E"/>
    <w:rsid w:val="00207F15"/>
    <w:rsid w:val="00210096"/>
    <w:rsid w:val="00213AD9"/>
    <w:rsid w:val="00214F18"/>
    <w:rsid w:val="00215151"/>
    <w:rsid w:val="00215A7D"/>
    <w:rsid w:val="0021716D"/>
    <w:rsid w:val="002175E4"/>
    <w:rsid w:val="00221820"/>
    <w:rsid w:val="00221B03"/>
    <w:rsid w:val="002243FA"/>
    <w:rsid w:val="0022445B"/>
    <w:rsid w:val="00224C02"/>
    <w:rsid w:val="002252D8"/>
    <w:rsid w:val="00225B9F"/>
    <w:rsid w:val="00226976"/>
    <w:rsid w:val="00227AFB"/>
    <w:rsid w:val="00227C60"/>
    <w:rsid w:val="00230917"/>
    <w:rsid w:val="00230C68"/>
    <w:rsid w:val="00231035"/>
    <w:rsid w:val="002328F7"/>
    <w:rsid w:val="00233A24"/>
    <w:rsid w:val="0023423C"/>
    <w:rsid w:val="00234EC1"/>
    <w:rsid w:val="00235717"/>
    <w:rsid w:val="002360D0"/>
    <w:rsid w:val="002365A3"/>
    <w:rsid w:val="00236A82"/>
    <w:rsid w:val="002377F1"/>
    <w:rsid w:val="002414C1"/>
    <w:rsid w:val="002446A6"/>
    <w:rsid w:val="00244E78"/>
    <w:rsid w:val="002476FD"/>
    <w:rsid w:val="002500DD"/>
    <w:rsid w:val="0025130C"/>
    <w:rsid w:val="00252C9D"/>
    <w:rsid w:val="00252DF4"/>
    <w:rsid w:val="00254596"/>
    <w:rsid w:val="002548AE"/>
    <w:rsid w:val="00256382"/>
    <w:rsid w:val="00256DBD"/>
    <w:rsid w:val="00256E8B"/>
    <w:rsid w:val="0025783F"/>
    <w:rsid w:val="00257D25"/>
    <w:rsid w:val="002610A7"/>
    <w:rsid w:val="00261238"/>
    <w:rsid w:val="0026230B"/>
    <w:rsid w:val="00264307"/>
    <w:rsid w:val="00264475"/>
    <w:rsid w:val="00265FF8"/>
    <w:rsid w:val="00266715"/>
    <w:rsid w:val="002668C6"/>
    <w:rsid w:val="00267DB3"/>
    <w:rsid w:val="00272498"/>
    <w:rsid w:val="0027258E"/>
    <w:rsid w:val="0027277C"/>
    <w:rsid w:val="00272889"/>
    <w:rsid w:val="00272FC3"/>
    <w:rsid w:val="002755BB"/>
    <w:rsid w:val="00276A45"/>
    <w:rsid w:val="002802A0"/>
    <w:rsid w:val="00280DD3"/>
    <w:rsid w:val="002820CE"/>
    <w:rsid w:val="002822E2"/>
    <w:rsid w:val="002830F6"/>
    <w:rsid w:val="002836FE"/>
    <w:rsid w:val="00283A89"/>
    <w:rsid w:val="00284E2F"/>
    <w:rsid w:val="00286680"/>
    <w:rsid w:val="0029229F"/>
    <w:rsid w:val="0029376E"/>
    <w:rsid w:val="002938D0"/>
    <w:rsid w:val="00294D54"/>
    <w:rsid w:val="00295B0F"/>
    <w:rsid w:val="0029656C"/>
    <w:rsid w:val="00296868"/>
    <w:rsid w:val="00297040"/>
    <w:rsid w:val="002A0618"/>
    <w:rsid w:val="002A30D5"/>
    <w:rsid w:val="002A3155"/>
    <w:rsid w:val="002A50DE"/>
    <w:rsid w:val="002A7535"/>
    <w:rsid w:val="002A78B2"/>
    <w:rsid w:val="002B01C0"/>
    <w:rsid w:val="002B0901"/>
    <w:rsid w:val="002B25DF"/>
    <w:rsid w:val="002B27A1"/>
    <w:rsid w:val="002B2DC5"/>
    <w:rsid w:val="002B3A30"/>
    <w:rsid w:val="002B4B29"/>
    <w:rsid w:val="002B50E9"/>
    <w:rsid w:val="002B5985"/>
    <w:rsid w:val="002C0841"/>
    <w:rsid w:val="002C109E"/>
    <w:rsid w:val="002C17D2"/>
    <w:rsid w:val="002C1B9F"/>
    <w:rsid w:val="002C28D7"/>
    <w:rsid w:val="002C575F"/>
    <w:rsid w:val="002C7782"/>
    <w:rsid w:val="002D00B9"/>
    <w:rsid w:val="002D0FF9"/>
    <w:rsid w:val="002D2668"/>
    <w:rsid w:val="002D28F6"/>
    <w:rsid w:val="002D466D"/>
    <w:rsid w:val="002D4DED"/>
    <w:rsid w:val="002D5115"/>
    <w:rsid w:val="002D6FC2"/>
    <w:rsid w:val="002E210C"/>
    <w:rsid w:val="002E2748"/>
    <w:rsid w:val="002E4BC7"/>
    <w:rsid w:val="002E4F46"/>
    <w:rsid w:val="002E633A"/>
    <w:rsid w:val="002E6974"/>
    <w:rsid w:val="002F0D17"/>
    <w:rsid w:val="002F11B6"/>
    <w:rsid w:val="002F15AB"/>
    <w:rsid w:val="002F1EAF"/>
    <w:rsid w:val="002F1FF6"/>
    <w:rsid w:val="002F20A1"/>
    <w:rsid w:val="002F5B3C"/>
    <w:rsid w:val="002F5E1F"/>
    <w:rsid w:val="002F6453"/>
    <w:rsid w:val="002F6542"/>
    <w:rsid w:val="002F6D26"/>
    <w:rsid w:val="002F745D"/>
    <w:rsid w:val="002F7BEA"/>
    <w:rsid w:val="00300BC8"/>
    <w:rsid w:val="00301F1A"/>
    <w:rsid w:val="00302A8C"/>
    <w:rsid w:val="00303CF6"/>
    <w:rsid w:val="003052DD"/>
    <w:rsid w:val="003062E8"/>
    <w:rsid w:val="003067AB"/>
    <w:rsid w:val="00306A30"/>
    <w:rsid w:val="00306C06"/>
    <w:rsid w:val="003076DB"/>
    <w:rsid w:val="00307CA8"/>
    <w:rsid w:val="00307FB9"/>
    <w:rsid w:val="003100B7"/>
    <w:rsid w:val="00310783"/>
    <w:rsid w:val="00312498"/>
    <w:rsid w:val="00312D0D"/>
    <w:rsid w:val="003131A1"/>
    <w:rsid w:val="0031623F"/>
    <w:rsid w:val="00317F5E"/>
    <w:rsid w:val="00321A34"/>
    <w:rsid w:val="00321A7E"/>
    <w:rsid w:val="00321ABD"/>
    <w:rsid w:val="003222B7"/>
    <w:rsid w:val="00322D12"/>
    <w:rsid w:val="00324581"/>
    <w:rsid w:val="003249AC"/>
    <w:rsid w:val="00324DE5"/>
    <w:rsid w:val="003252FE"/>
    <w:rsid w:val="0032639A"/>
    <w:rsid w:val="003273B6"/>
    <w:rsid w:val="00327D2D"/>
    <w:rsid w:val="003304A4"/>
    <w:rsid w:val="00330640"/>
    <w:rsid w:val="00330AE5"/>
    <w:rsid w:val="003315BC"/>
    <w:rsid w:val="003329BA"/>
    <w:rsid w:val="00333FAF"/>
    <w:rsid w:val="003352A3"/>
    <w:rsid w:val="003356EE"/>
    <w:rsid w:val="00336A2F"/>
    <w:rsid w:val="00336F7E"/>
    <w:rsid w:val="003378FF"/>
    <w:rsid w:val="00341460"/>
    <w:rsid w:val="00341924"/>
    <w:rsid w:val="0034251A"/>
    <w:rsid w:val="00343280"/>
    <w:rsid w:val="0034400C"/>
    <w:rsid w:val="003443AC"/>
    <w:rsid w:val="00344EB6"/>
    <w:rsid w:val="00345D4C"/>
    <w:rsid w:val="00346392"/>
    <w:rsid w:val="003467FC"/>
    <w:rsid w:val="0034711B"/>
    <w:rsid w:val="003471FE"/>
    <w:rsid w:val="003479A0"/>
    <w:rsid w:val="0035034C"/>
    <w:rsid w:val="00350810"/>
    <w:rsid w:val="00350AC3"/>
    <w:rsid w:val="00350B0E"/>
    <w:rsid w:val="0035112C"/>
    <w:rsid w:val="00351B35"/>
    <w:rsid w:val="00351CAF"/>
    <w:rsid w:val="00352053"/>
    <w:rsid w:val="0035349E"/>
    <w:rsid w:val="00354778"/>
    <w:rsid w:val="0035529C"/>
    <w:rsid w:val="00355DB4"/>
    <w:rsid w:val="003564C1"/>
    <w:rsid w:val="003601DD"/>
    <w:rsid w:val="00360A33"/>
    <w:rsid w:val="00360D42"/>
    <w:rsid w:val="003611E7"/>
    <w:rsid w:val="0036153B"/>
    <w:rsid w:val="003615AA"/>
    <w:rsid w:val="00364F4F"/>
    <w:rsid w:val="00365A5E"/>
    <w:rsid w:val="00366025"/>
    <w:rsid w:val="00366980"/>
    <w:rsid w:val="003672A6"/>
    <w:rsid w:val="00367734"/>
    <w:rsid w:val="00371C37"/>
    <w:rsid w:val="00371D06"/>
    <w:rsid w:val="00372AC3"/>
    <w:rsid w:val="00373D3D"/>
    <w:rsid w:val="00376522"/>
    <w:rsid w:val="003801B0"/>
    <w:rsid w:val="00382625"/>
    <w:rsid w:val="00385A1D"/>
    <w:rsid w:val="00385A77"/>
    <w:rsid w:val="00385BE3"/>
    <w:rsid w:val="003866C5"/>
    <w:rsid w:val="00386CC6"/>
    <w:rsid w:val="00387DA0"/>
    <w:rsid w:val="00387E45"/>
    <w:rsid w:val="00394C6D"/>
    <w:rsid w:val="00394CEE"/>
    <w:rsid w:val="003966CF"/>
    <w:rsid w:val="00396F51"/>
    <w:rsid w:val="00397F28"/>
    <w:rsid w:val="003A1637"/>
    <w:rsid w:val="003A181C"/>
    <w:rsid w:val="003A2CB8"/>
    <w:rsid w:val="003A2E9A"/>
    <w:rsid w:val="003A3AD0"/>
    <w:rsid w:val="003A4015"/>
    <w:rsid w:val="003A4191"/>
    <w:rsid w:val="003A4A4F"/>
    <w:rsid w:val="003A6441"/>
    <w:rsid w:val="003A7710"/>
    <w:rsid w:val="003B0E30"/>
    <w:rsid w:val="003B0FF1"/>
    <w:rsid w:val="003B1078"/>
    <w:rsid w:val="003B1197"/>
    <w:rsid w:val="003B121F"/>
    <w:rsid w:val="003B220F"/>
    <w:rsid w:val="003B2C17"/>
    <w:rsid w:val="003B2DD7"/>
    <w:rsid w:val="003B3797"/>
    <w:rsid w:val="003B5140"/>
    <w:rsid w:val="003C1068"/>
    <w:rsid w:val="003C13A0"/>
    <w:rsid w:val="003C1920"/>
    <w:rsid w:val="003C1E26"/>
    <w:rsid w:val="003C3E63"/>
    <w:rsid w:val="003C4F44"/>
    <w:rsid w:val="003C65B3"/>
    <w:rsid w:val="003C7331"/>
    <w:rsid w:val="003D0342"/>
    <w:rsid w:val="003D526A"/>
    <w:rsid w:val="003D5FD6"/>
    <w:rsid w:val="003D660D"/>
    <w:rsid w:val="003E0044"/>
    <w:rsid w:val="003E1925"/>
    <w:rsid w:val="003E246F"/>
    <w:rsid w:val="003E2533"/>
    <w:rsid w:val="003E2666"/>
    <w:rsid w:val="003E416F"/>
    <w:rsid w:val="003E452D"/>
    <w:rsid w:val="003E4668"/>
    <w:rsid w:val="003E74ED"/>
    <w:rsid w:val="003F1F1E"/>
    <w:rsid w:val="003F3450"/>
    <w:rsid w:val="003F6CAA"/>
    <w:rsid w:val="003F6F39"/>
    <w:rsid w:val="003F733D"/>
    <w:rsid w:val="003F7912"/>
    <w:rsid w:val="003F7D00"/>
    <w:rsid w:val="0040008A"/>
    <w:rsid w:val="004002EE"/>
    <w:rsid w:val="004029E9"/>
    <w:rsid w:val="00403626"/>
    <w:rsid w:val="00404A99"/>
    <w:rsid w:val="00405984"/>
    <w:rsid w:val="004060AD"/>
    <w:rsid w:val="0040650D"/>
    <w:rsid w:val="00413713"/>
    <w:rsid w:val="00415C96"/>
    <w:rsid w:val="00415FBB"/>
    <w:rsid w:val="00416D69"/>
    <w:rsid w:val="004172C4"/>
    <w:rsid w:val="00417434"/>
    <w:rsid w:val="0042049B"/>
    <w:rsid w:val="004208C3"/>
    <w:rsid w:val="00421AD4"/>
    <w:rsid w:val="00421EED"/>
    <w:rsid w:val="00423172"/>
    <w:rsid w:val="00423E56"/>
    <w:rsid w:val="0042457A"/>
    <w:rsid w:val="00425515"/>
    <w:rsid w:val="00430EEB"/>
    <w:rsid w:val="00431398"/>
    <w:rsid w:val="004316EE"/>
    <w:rsid w:val="00432697"/>
    <w:rsid w:val="00432B23"/>
    <w:rsid w:val="00432C41"/>
    <w:rsid w:val="00433B4D"/>
    <w:rsid w:val="00434045"/>
    <w:rsid w:val="0043479A"/>
    <w:rsid w:val="0043636E"/>
    <w:rsid w:val="004377C9"/>
    <w:rsid w:val="004377E7"/>
    <w:rsid w:val="0044074A"/>
    <w:rsid w:val="00440B17"/>
    <w:rsid w:val="00442029"/>
    <w:rsid w:val="004425F9"/>
    <w:rsid w:val="0044273A"/>
    <w:rsid w:val="004428B7"/>
    <w:rsid w:val="0044394D"/>
    <w:rsid w:val="0044487E"/>
    <w:rsid w:val="004472C5"/>
    <w:rsid w:val="004479D5"/>
    <w:rsid w:val="00451340"/>
    <w:rsid w:val="00451B80"/>
    <w:rsid w:val="00451BC8"/>
    <w:rsid w:val="00452E7C"/>
    <w:rsid w:val="0045346A"/>
    <w:rsid w:val="00453F00"/>
    <w:rsid w:val="00454159"/>
    <w:rsid w:val="004562FA"/>
    <w:rsid w:val="0045709E"/>
    <w:rsid w:val="004579DE"/>
    <w:rsid w:val="00460051"/>
    <w:rsid w:val="00460543"/>
    <w:rsid w:val="00460E4C"/>
    <w:rsid w:val="00461577"/>
    <w:rsid w:val="0046279B"/>
    <w:rsid w:val="00462FCA"/>
    <w:rsid w:val="0046372D"/>
    <w:rsid w:val="00463871"/>
    <w:rsid w:val="00463B7D"/>
    <w:rsid w:val="00464A7E"/>
    <w:rsid w:val="0046611E"/>
    <w:rsid w:val="00466215"/>
    <w:rsid w:val="00466B88"/>
    <w:rsid w:val="00467116"/>
    <w:rsid w:val="0046711C"/>
    <w:rsid w:val="00467954"/>
    <w:rsid w:val="0047006A"/>
    <w:rsid w:val="00471112"/>
    <w:rsid w:val="00471814"/>
    <w:rsid w:val="00473811"/>
    <w:rsid w:val="00474692"/>
    <w:rsid w:val="00474F3E"/>
    <w:rsid w:val="0047602B"/>
    <w:rsid w:val="004760CC"/>
    <w:rsid w:val="00476E58"/>
    <w:rsid w:val="00477A45"/>
    <w:rsid w:val="004803FB"/>
    <w:rsid w:val="004809B5"/>
    <w:rsid w:val="00480B55"/>
    <w:rsid w:val="00480C94"/>
    <w:rsid w:val="00482886"/>
    <w:rsid w:val="00482EAC"/>
    <w:rsid w:val="00482F99"/>
    <w:rsid w:val="004834C5"/>
    <w:rsid w:val="00483DD7"/>
    <w:rsid w:val="00485594"/>
    <w:rsid w:val="004858F7"/>
    <w:rsid w:val="00487020"/>
    <w:rsid w:val="00487118"/>
    <w:rsid w:val="004877ED"/>
    <w:rsid w:val="00487B03"/>
    <w:rsid w:val="004916FD"/>
    <w:rsid w:val="00492653"/>
    <w:rsid w:val="00493C6F"/>
    <w:rsid w:val="00494E33"/>
    <w:rsid w:val="004951DD"/>
    <w:rsid w:val="00495223"/>
    <w:rsid w:val="00495DB8"/>
    <w:rsid w:val="00497814"/>
    <w:rsid w:val="00497F55"/>
    <w:rsid w:val="004A0645"/>
    <w:rsid w:val="004A1359"/>
    <w:rsid w:val="004A27D7"/>
    <w:rsid w:val="004A2D77"/>
    <w:rsid w:val="004A36D4"/>
    <w:rsid w:val="004A3884"/>
    <w:rsid w:val="004A3F91"/>
    <w:rsid w:val="004A4A6A"/>
    <w:rsid w:val="004A5007"/>
    <w:rsid w:val="004A594D"/>
    <w:rsid w:val="004A6708"/>
    <w:rsid w:val="004A6976"/>
    <w:rsid w:val="004A7517"/>
    <w:rsid w:val="004A7F23"/>
    <w:rsid w:val="004B073D"/>
    <w:rsid w:val="004B080E"/>
    <w:rsid w:val="004B14E2"/>
    <w:rsid w:val="004B1CAB"/>
    <w:rsid w:val="004B25FD"/>
    <w:rsid w:val="004B3411"/>
    <w:rsid w:val="004B3DF3"/>
    <w:rsid w:val="004B43B5"/>
    <w:rsid w:val="004B5934"/>
    <w:rsid w:val="004B6130"/>
    <w:rsid w:val="004B785A"/>
    <w:rsid w:val="004B7CE3"/>
    <w:rsid w:val="004C00C2"/>
    <w:rsid w:val="004C15D5"/>
    <w:rsid w:val="004C28C8"/>
    <w:rsid w:val="004C32CF"/>
    <w:rsid w:val="004C627A"/>
    <w:rsid w:val="004C6327"/>
    <w:rsid w:val="004C6A29"/>
    <w:rsid w:val="004C7116"/>
    <w:rsid w:val="004D1340"/>
    <w:rsid w:val="004D2119"/>
    <w:rsid w:val="004D2614"/>
    <w:rsid w:val="004D3E53"/>
    <w:rsid w:val="004D50C0"/>
    <w:rsid w:val="004D5991"/>
    <w:rsid w:val="004D72D9"/>
    <w:rsid w:val="004D7664"/>
    <w:rsid w:val="004E02FA"/>
    <w:rsid w:val="004E3506"/>
    <w:rsid w:val="004E3B7F"/>
    <w:rsid w:val="004E4109"/>
    <w:rsid w:val="004E415D"/>
    <w:rsid w:val="004E4499"/>
    <w:rsid w:val="004E4517"/>
    <w:rsid w:val="004E4CEC"/>
    <w:rsid w:val="004E53D7"/>
    <w:rsid w:val="004E55B4"/>
    <w:rsid w:val="004E5C17"/>
    <w:rsid w:val="004E744E"/>
    <w:rsid w:val="004F0B15"/>
    <w:rsid w:val="004F2D5B"/>
    <w:rsid w:val="004F387B"/>
    <w:rsid w:val="004F472A"/>
    <w:rsid w:val="004F5776"/>
    <w:rsid w:val="005017B2"/>
    <w:rsid w:val="005025D1"/>
    <w:rsid w:val="00503305"/>
    <w:rsid w:val="00503C2A"/>
    <w:rsid w:val="0050507B"/>
    <w:rsid w:val="005069FB"/>
    <w:rsid w:val="00506B97"/>
    <w:rsid w:val="0050732C"/>
    <w:rsid w:val="00510243"/>
    <w:rsid w:val="00512447"/>
    <w:rsid w:val="00513089"/>
    <w:rsid w:val="005131CE"/>
    <w:rsid w:val="005134DA"/>
    <w:rsid w:val="0051357B"/>
    <w:rsid w:val="0051379E"/>
    <w:rsid w:val="00513E78"/>
    <w:rsid w:val="00514CC1"/>
    <w:rsid w:val="005152F9"/>
    <w:rsid w:val="00515E04"/>
    <w:rsid w:val="00516C1F"/>
    <w:rsid w:val="00516E3D"/>
    <w:rsid w:val="005177BC"/>
    <w:rsid w:val="005201F1"/>
    <w:rsid w:val="005202AA"/>
    <w:rsid w:val="0052071D"/>
    <w:rsid w:val="00522880"/>
    <w:rsid w:val="0052427D"/>
    <w:rsid w:val="00530989"/>
    <w:rsid w:val="0053206C"/>
    <w:rsid w:val="005331D3"/>
    <w:rsid w:val="005332B4"/>
    <w:rsid w:val="005335E5"/>
    <w:rsid w:val="0053386A"/>
    <w:rsid w:val="00533F2A"/>
    <w:rsid w:val="005345C1"/>
    <w:rsid w:val="00535E15"/>
    <w:rsid w:val="00540CE8"/>
    <w:rsid w:val="00542254"/>
    <w:rsid w:val="00543893"/>
    <w:rsid w:val="005445B3"/>
    <w:rsid w:val="00546916"/>
    <w:rsid w:val="00546C0A"/>
    <w:rsid w:val="00546D6B"/>
    <w:rsid w:val="005505A4"/>
    <w:rsid w:val="00551069"/>
    <w:rsid w:val="00551E9E"/>
    <w:rsid w:val="0055206F"/>
    <w:rsid w:val="00552632"/>
    <w:rsid w:val="0055396D"/>
    <w:rsid w:val="00555CF1"/>
    <w:rsid w:val="00557873"/>
    <w:rsid w:val="00557D62"/>
    <w:rsid w:val="005601D1"/>
    <w:rsid w:val="00561AE6"/>
    <w:rsid w:val="00561DDD"/>
    <w:rsid w:val="00561F10"/>
    <w:rsid w:val="005621A2"/>
    <w:rsid w:val="00562963"/>
    <w:rsid w:val="00562DD6"/>
    <w:rsid w:val="00563E87"/>
    <w:rsid w:val="005642B9"/>
    <w:rsid w:val="005647C3"/>
    <w:rsid w:val="00564BBC"/>
    <w:rsid w:val="0056548E"/>
    <w:rsid w:val="00567AA9"/>
    <w:rsid w:val="00571EAB"/>
    <w:rsid w:val="0057212B"/>
    <w:rsid w:val="00573DE7"/>
    <w:rsid w:val="005740DE"/>
    <w:rsid w:val="00574496"/>
    <w:rsid w:val="0057467D"/>
    <w:rsid w:val="00575819"/>
    <w:rsid w:val="00576059"/>
    <w:rsid w:val="00576C81"/>
    <w:rsid w:val="00580D12"/>
    <w:rsid w:val="005814D1"/>
    <w:rsid w:val="00582932"/>
    <w:rsid w:val="00582C7F"/>
    <w:rsid w:val="00584198"/>
    <w:rsid w:val="00584438"/>
    <w:rsid w:val="005844FE"/>
    <w:rsid w:val="005850D1"/>
    <w:rsid w:val="00586EF5"/>
    <w:rsid w:val="00587A09"/>
    <w:rsid w:val="00587E01"/>
    <w:rsid w:val="005906FC"/>
    <w:rsid w:val="00591983"/>
    <w:rsid w:val="00591E25"/>
    <w:rsid w:val="00592807"/>
    <w:rsid w:val="00593126"/>
    <w:rsid w:val="0059349F"/>
    <w:rsid w:val="00593A83"/>
    <w:rsid w:val="005940CF"/>
    <w:rsid w:val="00595836"/>
    <w:rsid w:val="0059607D"/>
    <w:rsid w:val="00596D09"/>
    <w:rsid w:val="005970D2"/>
    <w:rsid w:val="005971E1"/>
    <w:rsid w:val="005A0363"/>
    <w:rsid w:val="005A3DFF"/>
    <w:rsid w:val="005A65C2"/>
    <w:rsid w:val="005B040C"/>
    <w:rsid w:val="005B2354"/>
    <w:rsid w:val="005B3502"/>
    <w:rsid w:val="005B3F7C"/>
    <w:rsid w:val="005B453A"/>
    <w:rsid w:val="005B4A01"/>
    <w:rsid w:val="005B4E38"/>
    <w:rsid w:val="005B533F"/>
    <w:rsid w:val="005B7F57"/>
    <w:rsid w:val="005C00FE"/>
    <w:rsid w:val="005C0E8F"/>
    <w:rsid w:val="005C1FED"/>
    <w:rsid w:val="005C21C7"/>
    <w:rsid w:val="005C31E0"/>
    <w:rsid w:val="005C5CCD"/>
    <w:rsid w:val="005C65B8"/>
    <w:rsid w:val="005C7FA1"/>
    <w:rsid w:val="005D281F"/>
    <w:rsid w:val="005D2967"/>
    <w:rsid w:val="005D402D"/>
    <w:rsid w:val="005D60C2"/>
    <w:rsid w:val="005D6369"/>
    <w:rsid w:val="005D65BF"/>
    <w:rsid w:val="005E033E"/>
    <w:rsid w:val="005E0D1A"/>
    <w:rsid w:val="005E0DFA"/>
    <w:rsid w:val="005E44D9"/>
    <w:rsid w:val="005E4A1E"/>
    <w:rsid w:val="005E53A7"/>
    <w:rsid w:val="005E5EBA"/>
    <w:rsid w:val="005E7183"/>
    <w:rsid w:val="005F032C"/>
    <w:rsid w:val="005F0F89"/>
    <w:rsid w:val="005F398A"/>
    <w:rsid w:val="005F4BC2"/>
    <w:rsid w:val="005F4C64"/>
    <w:rsid w:val="005F5BDD"/>
    <w:rsid w:val="005F6249"/>
    <w:rsid w:val="005F70CF"/>
    <w:rsid w:val="00600855"/>
    <w:rsid w:val="006020DA"/>
    <w:rsid w:val="00602E72"/>
    <w:rsid w:val="00603D58"/>
    <w:rsid w:val="006058F1"/>
    <w:rsid w:val="00606EB5"/>
    <w:rsid w:val="00610B07"/>
    <w:rsid w:val="0061301D"/>
    <w:rsid w:val="00613212"/>
    <w:rsid w:val="0061397C"/>
    <w:rsid w:val="00613F8A"/>
    <w:rsid w:val="00614758"/>
    <w:rsid w:val="00615D2B"/>
    <w:rsid w:val="006217CA"/>
    <w:rsid w:val="006217EB"/>
    <w:rsid w:val="00622517"/>
    <w:rsid w:val="00622DCA"/>
    <w:rsid w:val="006249C1"/>
    <w:rsid w:val="006258D3"/>
    <w:rsid w:val="00626CA5"/>
    <w:rsid w:val="00626CDC"/>
    <w:rsid w:val="00630AF8"/>
    <w:rsid w:val="006314AB"/>
    <w:rsid w:val="00631C45"/>
    <w:rsid w:val="00631D6E"/>
    <w:rsid w:val="0063256C"/>
    <w:rsid w:val="0063366D"/>
    <w:rsid w:val="006342FC"/>
    <w:rsid w:val="006344E6"/>
    <w:rsid w:val="00634B7B"/>
    <w:rsid w:val="00634E96"/>
    <w:rsid w:val="00635674"/>
    <w:rsid w:val="00635FAE"/>
    <w:rsid w:val="0063733B"/>
    <w:rsid w:val="00637EC9"/>
    <w:rsid w:val="00641100"/>
    <w:rsid w:val="00641449"/>
    <w:rsid w:val="00641694"/>
    <w:rsid w:val="00641EE7"/>
    <w:rsid w:val="006429DC"/>
    <w:rsid w:val="00643603"/>
    <w:rsid w:val="00643F47"/>
    <w:rsid w:val="0064401A"/>
    <w:rsid w:val="0064471B"/>
    <w:rsid w:val="006468A9"/>
    <w:rsid w:val="00650301"/>
    <w:rsid w:val="00650D5A"/>
    <w:rsid w:val="00650DBA"/>
    <w:rsid w:val="00651A29"/>
    <w:rsid w:val="00651EBF"/>
    <w:rsid w:val="00652889"/>
    <w:rsid w:val="006529A7"/>
    <w:rsid w:val="00653528"/>
    <w:rsid w:val="00653A1F"/>
    <w:rsid w:val="00655A9F"/>
    <w:rsid w:val="00655CD0"/>
    <w:rsid w:val="00656377"/>
    <w:rsid w:val="00656D22"/>
    <w:rsid w:val="0065799B"/>
    <w:rsid w:val="00660251"/>
    <w:rsid w:val="00660B23"/>
    <w:rsid w:val="00660BD4"/>
    <w:rsid w:val="00662228"/>
    <w:rsid w:val="00662695"/>
    <w:rsid w:val="006634AB"/>
    <w:rsid w:val="0066628E"/>
    <w:rsid w:val="006670DA"/>
    <w:rsid w:val="006670F9"/>
    <w:rsid w:val="00667B2C"/>
    <w:rsid w:val="00670000"/>
    <w:rsid w:val="006709CB"/>
    <w:rsid w:val="00670CFC"/>
    <w:rsid w:val="00670FA8"/>
    <w:rsid w:val="0067194F"/>
    <w:rsid w:val="006728E8"/>
    <w:rsid w:val="006738F0"/>
    <w:rsid w:val="00674494"/>
    <w:rsid w:val="00674548"/>
    <w:rsid w:val="00674677"/>
    <w:rsid w:val="00676D43"/>
    <w:rsid w:val="00676DA6"/>
    <w:rsid w:val="00677418"/>
    <w:rsid w:val="00677610"/>
    <w:rsid w:val="00677662"/>
    <w:rsid w:val="006801DD"/>
    <w:rsid w:val="00680BD5"/>
    <w:rsid w:val="006811A4"/>
    <w:rsid w:val="00681A12"/>
    <w:rsid w:val="0068367D"/>
    <w:rsid w:val="00683CA6"/>
    <w:rsid w:val="00684CD6"/>
    <w:rsid w:val="00685418"/>
    <w:rsid w:val="00685459"/>
    <w:rsid w:val="00686DAE"/>
    <w:rsid w:val="00687402"/>
    <w:rsid w:val="00691A95"/>
    <w:rsid w:val="00693F38"/>
    <w:rsid w:val="0069412E"/>
    <w:rsid w:val="00694794"/>
    <w:rsid w:val="006949AB"/>
    <w:rsid w:val="00694F01"/>
    <w:rsid w:val="00695481"/>
    <w:rsid w:val="00696779"/>
    <w:rsid w:val="00696D1B"/>
    <w:rsid w:val="00696ED8"/>
    <w:rsid w:val="006A26D3"/>
    <w:rsid w:val="006A3669"/>
    <w:rsid w:val="006A3D4F"/>
    <w:rsid w:val="006A4703"/>
    <w:rsid w:val="006A4868"/>
    <w:rsid w:val="006A66E6"/>
    <w:rsid w:val="006A6CF8"/>
    <w:rsid w:val="006B063F"/>
    <w:rsid w:val="006B1D5D"/>
    <w:rsid w:val="006B2309"/>
    <w:rsid w:val="006B61DA"/>
    <w:rsid w:val="006B6D7C"/>
    <w:rsid w:val="006B7D86"/>
    <w:rsid w:val="006C121E"/>
    <w:rsid w:val="006C3964"/>
    <w:rsid w:val="006C3E54"/>
    <w:rsid w:val="006C452D"/>
    <w:rsid w:val="006C4F1F"/>
    <w:rsid w:val="006C5797"/>
    <w:rsid w:val="006C5D83"/>
    <w:rsid w:val="006C62F8"/>
    <w:rsid w:val="006C6E2B"/>
    <w:rsid w:val="006C7686"/>
    <w:rsid w:val="006C7FAD"/>
    <w:rsid w:val="006D174E"/>
    <w:rsid w:val="006D19F8"/>
    <w:rsid w:val="006D2EE2"/>
    <w:rsid w:val="006D3E8C"/>
    <w:rsid w:val="006D4050"/>
    <w:rsid w:val="006D4D49"/>
    <w:rsid w:val="006D5732"/>
    <w:rsid w:val="006D5974"/>
    <w:rsid w:val="006D5ECF"/>
    <w:rsid w:val="006D699E"/>
    <w:rsid w:val="006D7D15"/>
    <w:rsid w:val="006E0E74"/>
    <w:rsid w:val="006E0F84"/>
    <w:rsid w:val="006E17FB"/>
    <w:rsid w:val="006E2824"/>
    <w:rsid w:val="006E3BD9"/>
    <w:rsid w:val="006E48DC"/>
    <w:rsid w:val="006E5110"/>
    <w:rsid w:val="006E7DFA"/>
    <w:rsid w:val="006F0602"/>
    <w:rsid w:val="006F1B08"/>
    <w:rsid w:val="006F2766"/>
    <w:rsid w:val="006F2C97"/>
    <w:rsid w:val="006F2CA2"/>
    <w:rsid w:val="006F3600"/>
    <w:rsid w:val="006F4E00"/>
    <w:rsid w:val="006F5F55"/>
    <w:rsid w:val="006F6517"/>
    <w:rsid w:val="006F79DC"/>
    <w:rsid w:val="0070092F"/>
    <w:rsid w:val="00701632"/>
    <w:rsid w:val="007021F1"/>
    <w:rsid w:val="00702F74"/>
    <w:rsid w:val="00704CCD"/>
    <w:rsid w:val="00705A1F"/>
    <w:rsid w:val="00705B20"/>
    <w:rsid w:val="0070619F"/>
    <w:rsid w:val="00706956"/>
    <w:rsid w:val="007069A3"/>
    <w:rsid w:val="00707FAF"/>
    <w:rsid w:val="00710488"/>
    <w:rsid w:val="00710680"/>
    <w:rsid w:val="007116E2"/>
    <w:rsid w:val="00711BC3"/>
    <w:rsid w:val="00711F8D"/>
    <w:rsid w:val="00712050"/>
    <w:rsid w:val="00712776"/>
    <w:rsid w:val="00713CE4"/>
    <w:rsid w:val="00713D03"/>
    <w:rsid w:val="00716063"/>
    <w:rsid w:val="007224BC"/>
    <w:rsid w:val="007237F6"/>
    <w:rsid w:val="007246E7"/>
    <w:rsid w:val="00725865"/>
    <w:rsid w:val="007262B8"/>
    <w:rsid w:val="0072659E"/>
    <w:rsid w:val="00726E7B"/>
    <w:rsid w:val="007271C2"/>
    <w:rsid w:val="00730543"/>
    <w:rsid w:val="00730AD8"/>
    <w:rsid w:val="007312F8"/>
    <w:rsid w:val="00731906"/>
    <w:rsid w:val="00732C0E"/>
    <w:rsid w:val="00733D83"/>
    <w:rsid w:val="0073634D"/>
    <w:rsid w:val="007363EA"/>
    <w:rsid w:val="00737B1C"/>
    <w:rsid w:val="0074209B"/>
    <w:rsid w:val="007445B8"/>
    <w:rsid w:val="0074476F"/>
    <w:rsid w:val="00745300"/>
    <w:rsid w:val="00746D89"/>
    <w:rsid w:val="00746E09"/>
    <w:rsid w:val="0074752F"/>
    <w:rsid w:val="00747F3E"/>
    <w:rsid w:val="007509A6"/>
    <w:rsid w:val="00751F2F"/>
    <w:rsid w:val="007520D7"/>
    <w:rsid w:val="007524F1"/>
    <w:rsid w:val="00752782"/>
    <w:rsid w:val="00753701"/>
    <w:rsid w:val="00753F01"/>
    <w:rsid w:val="00755214"/>
    <w:rsid w:val="007558DD"/>
    <w:rsid w:val="0075685F"/>
    <w:rsid w:val="00756DDB"/>
    <w:rsid w:val="007609BF"/>
    <w:rsid w:val="00763670"/>
    <w:rsid w:val="00763BD1"/>
    <w:rsid w:val="00764F88"/>
    <w:rsid w:val="00770B6D"/>
    <w:rsid w:val="00772496"/>
    <w:rsid w:val="00772DB3"/>
    <w:rsid w:val="00773473"/>
    <w:rsid w:val="0077383A"/>
    <w:rsid w:val="00773C13"/>
    <w:rsid w:val="00774088"/>
    <w:rsid w:val="00774A0D"/>
    <w:rsid w:val="007754DF"/>
    <w:rsid w:val="00776541"/>
    <w:rsid w:val="00776FAC"/>
    <w:rsid w:val="00780299"/>
    <w:rsid w:val="0078205E"/>
    <w:rsid w:val="00782197"/>
    <w:rsid w:val="00782A42"/>
    <w:rsid w:val="00783A83"/>
    <w:rsid w:val="0078433E"/>
    <w:rsid w:val="007846F8"/>
    <w:rsid w:val="00787E97"/>
    <w:rsid w:val="007926A2"/>
    <w:rsid w:val="00793472"/>
    <w:rsid w:val="0079396C"/>
    <w:rsid w:val="00794827"/>
    <w:rsid w:val="00794C4D"/>
    <w:rsid w:val="007A021E"/>
    <w:rsid w:val="007A0240"/>
    <w:rsid w:val="007A4714"/>
    <w:rsid w:val="007A6AA2"/>
    <w:rsid w:val="007A7E38"/>
    <w:rsid w:val="007B0879"/>
    <w:rsid w:val="007B0BC6"/>
    <w:rsid w:val="007B0D58"/>
    <w:rsid w:val="007B5370"/>
    <w:rsid w:val="007B7D7B"/>
    <w:rsid w:val="007B7F34"/>
    <w:rsid w:val="007C0771"/>
    <w:rsid w:val="007C20CD"/>
    <w:rsid w:val="007C2467"/>
    <w:rsid w:val="007C37B4"/>
    <w:rsid w:val="007C66F2"/>
    <w:rsid w:val="007C6C8D"/>
    <w:rsid w:val="007D0DC9"/>
    <w:rsid w:val="007D0F37"/>
    <w:rsid w:val="007D15B5"/>
    <w:rsid w:val="007D246F"/>
    <w:rsid w:val="007D2D44"/>
    <w:rsid w:val="007D2D74"/>
    <w:rsid w:val="007D30FD"/>
    <w:rsid w:val="007D340C"/>
    <w:rsid w:val="007D5625"/>
    <w:rsid w:val="007D6420"/>
    <w:rsid w:val="007D6A3A"/>
    <w:rsid w:val="007E1A75"/>
    <w:rsid w:val="007E2F2E"/>
    <w:rsid w:val="007E32C5"/>
    <w:rsid w:val="007E40D1"/>
    <w:rsid w:val="007E4406"/>
    <w:rsid w:val="007E6498"/>
    <w:rsid w:val="007E670F"/>
    <w:rsid w:val="007E6F5F"/>
    <w:rsid w:val="007E7075"/>
    <w:rsid w:val="007F1B1A"/>
    <w:rsid w:val="007F26AF"/>
    <w:rsid w:val="007F2CC1"/>
    <w:rsid w:val="007F3585"/>
    <w:rsid w:val="007F3C51"/>
    <w:rsid w:val="007F3D4F"/>
    <w:rsid w:val="007F3FE2"/>
    <w:rsid w:val="007F49D2"/>
    <w:rsid w:val="007F6B6F"/>
    <w:rsid w:val="007F6D85"/>
    <w:rsid w:val="008007CC"/>
    <w:rsid w:val="00800C6B"/>
    <w:rsid w:val="0080159C"/>
    <w:rsid w:val="00802332"/>
    <w:rsid w:val="00804437"/>
    <w:rsid w:val="0080472D"/>
    <w:rsid w:val="008048A4"/>
    <w:rsid w:val="00806B96"/>
    <w:rsid w:val="00806E56"/>
    <w:rsid w:val="008115D5"/>
    <w:rsid w:val="008118A4"/>
    <w:rsid w:val="00811F7E"/>
    <w:rsid w:val="008128C5"/>
    <w:rsid w:val="00813D93"/>
    <w:rsid w:val="00813F3E"/>
    <w:rsid w:val="00814092"/>
    <w:rsid w:val="008141C5"/>
    <w:rsid w:val="00814678"/>
    <w:rsid w:val="00815847"/>
    <w:rsid w:val="00815975"/>
    <w:rsid w:val="00815BF2"/>
    <w:rsid w:val="00815F99"/>
    <w:rsid w:val="008165D5"/>
    <w:rsid w:val="00816D9E"/>
    <w:rsid w:val="008174E4"/>
    <w:rsid w:val="008178A0"/>
    <w:rsid w:val="008206CB"/>
    <w:rsid w:val="00821503"/>
    <w:rsid w:val="0082200A"/>
    <w:rsid w:val="008240B7"/>
    <w:rsid w:val="008245BF"/>
    <w:rsid w:val="00826D60"/>
    <w:rsid w:val="00827668"/>
    <w:rsid w:val="00827883"/>
    <w:rsid w:val="00830998"/>
    <w:rsid w:val="00830EA0"/>
    <w:rsid w:val="00832A3F"/>
    <w:rsid w:val="008338B0"/>
    <w:rsid w:val="00833E51"/>
    <w:rsid w:val="008348FF"/>
    <w:rsid w:val="00834FA1"/>
    <w:rsid w:val="0083514F"/>
    <w:rsid w:val="008357EE"/>
    <w:rsid w:val="00835D1C"/>
    <w:rsid w:val="008362C5"/>
    <w:rsid w:val="00837DDF"/>
    <w:rsid w:val="00841024"/>
    <w:rsid w:val="0084308D"/>
    <w:rsid w:val="008444B5"/>
    <w:rsid w:val="00845740"/>
    <w:rsid w:val="0084663B"/>
    <w:rsid w:val="00847880"/>
    <w:rsid w:val="00851B90"/>
    <w:rsid w:val="008521C8"/>
    <w:rsid w:val="008527E9"/>
    <w:rsid w:val="0085448F"/>
    <w:rsid w:val="00854B45"/>
    <w:rsid w:val="00854D4C"/>
    <w:rsid w:val="00855B70"/>
    <w:rsid w:val="00856A36"/>
    <w:rsid w:val="00856DAB"/>
    <w:rsid w:val="00857E90"/>
    <w:rsid w:val="00857F89"/>
    <w:rsid w:val="00860138"/>
    <w:rsid w:val="008615DC"/>
    <w:rsid w:val="0086195F"/>
    <w:rsid w:val="00861BD5"/>
    <w:rsid w:val="00861F2F"/>
    <w:rsid w:val="008662C4"/>
    <w:rsid w:val="00866C7C"/>
    <w:rsid w:val="0086779F"/>
    <w:rsid w:val="00867AFE"/>
    <w:rsid w:val="00867E9D"/>
    <w:rsid w:val="00870721"/>
    <w:rsid w:val="00870BE2"/>
    <w:rsid w:val="00871304"/>
    <w:rsid w:val="00871E8F"/>
    <w:rsid w:val="008727EB"/>
    <w:rsid w:val="00873656"/>
    <w:rsid w:val="00873EDD"/>
    <w:rsid w:val="0087400F"/>
    <w:rsid w:val="0087472E"/>
    <w:rsid w:val="00874C64"/>
    <w:rsid w:val="00874CC8"/>
    <w:rsid w:val="0087556B"/>
    <w:rsid w:val="00875C0C"/>
    <w:rsid w:val="0087614B"/>
    <w:rsid w:val="0087621A"/>
    <w:rsid w:val="008762B4"/>
    <w:rsid w:val="00880C3A"/>
    <w:rsid w:val="00881FBF"/>
    <w:rsid w:val="00882BB3"/>
    <w:rsid w:val="0088442A"/>
    <w:rsid w:val="00884C57"/>
    <w:rsid w:val="008851EF"/>
    <w:rsid w:val="008851FB"/>
    <w:rsid w:val="008853E5"/>
    <w:rsid w:val="0088554A"/>
    <w:rsid w:val="00885F28"/>
    <w:rsid w:val="00886444"/>
    <w:rsid w:val="00886574"/>
    <w:rsid w:val="0088769E"/>
    <w:rsid w:val="008879D7"/>
    <w:rsid w:val="00890BDB"/>
    <w:rsid w:val="00890D26"/>
    <w:rsid w:val="00891E9B"/>
    <w:rsid w:val="008922F6"/>
    <w:rsid w:val="00892FD5"/>
    <w:rsid w:val="00894EC5"/>
    <w:rsid w:val="008969E4"/>
    <w:rsid w:val="008972F3"/>
    <w:rsid w:val="00897BB0"/>
    <w:rsid w:val="008A02B7"/>
    <w:rsid w:val="008A1716"/>
    <w:rsid w:val="008A2407"/>
    <w:rsid w:val="008A3692"/>
    <w:rsid w:val="008A39C9"/>
    <w:rsid w:val="008A4529"/>
    <w:rsid w:val="008A4E1F"/>
    <w:rsid w:val="008A5271"/>
    <w:rsid w:val="008A5F62"/>
    <w:rsid w:val="008A6A21"/>
    <w:rsid w:val="008A705D"/>
    <w:rsid w:val="008A798C"/>
    <w:rsid w:val="008B0448"/>
    <w:rsid w:val="008B060B"/>
    <w:rsid w:val="008B1574"/>
    <w:rsid w:val="008B17AB"/>
    <w:rsid w:val="008B4573"/>
    <w:rsid w:val="008B4D45"/>
    <w:rsid w:val="008B4F18"/>
    <w:rsid w:val="008B55C3"/>
    <w:rsid w:val="008B6333"/>
    <w:rsid w:val="008C07CB"/>
    <w:rsid w:val="008C0A32"/>
    <w:rsid w:val="008C0D4F"/>
    <w:rsid w:val="008C25B2"/>
    <w:rsid w:val="008C29A5"/>
    <w:rsid w:val="008C3253"/>
    <w:rsid w:val="008C459F"/>
    <w:rsid w:val="008C45E2"/>
    <w:rsid w:val="008C4CE9"/>
    <w:rsid w:val="008C5929"/>
    <w:rsid w:val="008C75A7"/>
    <w:rsid w:val="008C75FF"/>
    <w:rsid w:val="008D043F"/>
    <w:rsid w:val="008D1308"/>
    <w:rsid w:val="008D152B"/>
    <w:rsid w:val="008D24F8"/>
    <w:rsid w:val="008D2E16"/>
    <w:rsid w:val="008D40D4"/>
    <w:rsid w:val="008D5D85"/>
    <w:rsid w:val="008D714E"/>
    <w:rsid w:val="008D774F"/>
    <w:rsid w:val="008E1EC8"/>
    <w:rsid w:val="008E1F2C"/>
    <w:rsid w:val="008E24E9"/>
    <w:rsid w:val="008E3351"/>
    <w:rsid w:val="008E4165"/>
    <w:rsid w:val="008E5026"/>
    <w:rsid w:val="008E5397"/>
    <w:rsid w:val="008E5605"/>
    <w:rsid w:val="008E566E"/>
    <w:rsid w:val="008E5F98"/>
    <w:rsid w:val="008E6B56"/>
    <w:rsid w:val="008E6BF6"/>
    <w:rsid w:val="008E7C4D"/>
    <w:rsid w:val="008E7F6D"/>
    <w:rsid w:val="008F0482"/>
    <w:rsid w:val="008F1B0E"/>
    <w:rsid w:val="008F237F"/>
    <w:rsid w:val="008F280D"/>
    <w:rsid w:val="008F4791"/>
    <w:rsid w:val="008F5043"/>
    <w:rsid w:val="008F51F7"/>
    <w:rsid w:val="008F6208"/>
    <w:rsid w:val="009006C7"/>
    <w:rsid w:val="00900C76"/>
    <w:rsid w:val="00904849"/>
    <w:rsid w:val="009053FF"/>
    <w:rsid w:val="009057FB"/>
    <w:rsid w:val="00905A0F"/>
    <w:rsid w:val="0090609D"/>
    <w:rsid w:val="00906379"/>
    <w:rsid w:val="0090640A"/>
    <w:rsid w:val="00906BA9"/>
    <w:rsid w:val="00907608"/>
    <w:rsid w:val="0090799A"/>
    <w:rsid w:val="00912072"/>
    <w:rsid w:val="00912442"/>
    <w:rsid w:val="0091248F"/>
    <w:rsid w:val="009127F4"/>
    <w:rsid w:val="00913057"/>
    <w:rsid w:val="0091398B"/>
    <w:rsid w:val="00913CE7"/>
    <w:rsid w:val="0091402B"/>
    <w:rsid w:val="00914201"/>
    <w:rsid w:val="00914845"/>
    <w:rsid w:val="00914CA9"/>
    <w:rsid w:val="0091611F"/>
    <w:rsid w:val="0091647E"/>
    <w:rsid w:val="009177A8"/>
    <w:rsid w:val="00917CCB"/>
    <w:rsid w:val="00921204"/>
    <w:rsid w:val="0092120C"/>
    <w:rsid w:val="0092149F"/>
    <w:rsid w:val="00921EBF"/>
    <w:rsid w:val="0092208C"/>
    <w:rsid w:val="00922281"/>
    <w:rsid w:val="009228CB"/>
    <w:rsid w:val="00922C43"/>
    <w:rsid w:val="00923787"/>
    <w:rsid w:val="00923DF5"/>
    <w:rsid w:val="00924218"/>
    <w:rsid w:val="00924C1C"/>
    <w:rsid w:val="00924D68"/>
    <w:rsid w:val="0092650B"/>
    <w:rsid w:val="00927452"/>
    <w:rsid w:val="009306AF"/>
    <w:rsid w:val="009318BA"/>
    <w:rsid w:val="00932537"/>
    <w:rsid w:val="00932590"/>
    <w:rsid w:val="0093268B"/>
    <w:rsid w:val="00932C38"/>
    <w:rsid w:val="009346EB"/>
    <w:rsid w:val="00935B7F"/>
    <w:rsid w:val="00936778"/>
    <w:rsid w:val="00936A99"/>
    <w:rsid w:val="0093763D"/>
    <w:rsid w:val="0094052D"/>
    <w:rsid w:val="00940AA9"/>
    <w:rsid w:val="00940D1F"/>
    <w:rsid w:val="00941851"/>
    <w:rsid w:val="00941C68"/>
    <w:rsid w:val="00942D5D"/>
    <w:rsid w:val="009446A0"/>
    <w:rsid w:val="009449F8"/>
    <w:rsid w:val="00944A89"/>
    <w:rsid w:val="0094567A"/>
    <w:rsid w:val="00945938"/>
    <w:rsid w:val="00946C84"/>
    <w:rsid w:val="00946D1A"/>
    <w:rsid w:val="00946D6F"/>
    <w:rsid w:val="0095036C"/>
    <w:rsid w:val="009509BA"/>
    <w:rsid w:val="009510D9"/>
    <w:rsid w:val="009527E7"/>
    <w:rsid w:val="00952AB1"/>
    <w:rsid w:val="00954030"/>
    <w:rsid w:val="009546D5"/>
    <w:rsid w:val="0095501F"/>
    <w:rsid w:val="009563A1"/>
    <w:rsid w:val="009567C0"/>
    <w:rsid w:val="00957161"/>
    <w:rsid w:val="00957B07"/>
    <w:rsid w:val="00957E8A"/>
    <w:rsid w:val="00961A33"/>
    <w:rsid w:val="00961B9A"/>
    <w:rsid w:val="009623A3"/>
    <w:rsid w:val="009623F7"/>
    <w:rsid w:val="00962B12"/>
    <w:rsid w:val="00962C76"/>
    <w:rsid w:val="0096309D"/>
    <w:rsid w:val="00966ACC"/>
    <w:rsid w:val="00967AFD"/>
    <w:rsid w:val="00971541"/>
    <w:rsid w:val="00971D0D"/>
    <w:rsid w:val="00973716"/>
    <w:rsid w:val="009762D1"/>
    <w:rsid w:val="00976511"/>
    <w:rsid w:val="00976B65"/>
    <w:rsid w:val="00977529"/>
    <w:rsid w:val="00980E53"/>
    <w:rsid w:val="00980F3B"/>
    <w:rsid w:val="0098161A"/>
    <w:rsid w:val="00983826"/>
    <w:rsid w:val="009849FB"/>
    <w:rsid w:val="00984DFD"/>
    <w:rsid w:val="0098512A"/>
    <w:rsid w:val="00986F8E"/>
    <w:rsid w:val="00986FA2"/>
    <w:rsid w:val="00990F6F"/>
    <w:rsid w:val="0099122A"/>
    <w:rsid w:val="00991E52"/>
    <w:rsid w:val="009938F5"/>
    <w:rsid w:val="009946D4"/>
    <w:rsid w:val="00994A19"/>
    <w:rsid w:val="00994C34"/>
    <w:rsid w:val="009976DD"/>
    <w:rsid w:val="00997830"/>
    <w:rsid w:val="009A0847"/>
    <w:rsid w:val="009A0AF5"/>
    <w:rsid w:val="009A1488"/>
    <w:rsid w:val="009A1D9D"/>
    <w:rsid w:val="009A1FC2"/>
    <w:rsid w:val="009A308C"/>
    <w:rsid w:val="009A4364"/>
    <w:rsid w:val="009A49C2"/>
    <w:rsid w:val="009A544C"/>
    <w:rsid w:val="009A56EB"/>
    <w:rsid w:val="009A5B10"/>
    <w:rsid w:val="009A6327"/>
    <w:rsid w:val="009A6635"/>
    <w:rsid w:val="009A6C02"/>
    <w:rsid w:val="009A79B7"/>
    <w:rsid w:val="009B2424"/>
    <w:rsid w:val="009B27AD"/>
    <w:rsid w:val="009B2AD3"/>
    <w:rsid w:val="009B3147"/>
    <w:rsid w:val="009B42FD"/>
    <w:rsid w:val="009B4BF7"/>
    <w:rsid w:val="009B5D0E"/>
    <w:rsid w:val="009B5F1B"/>
    <w:rsid w:val="009B73FA"/>
    <w:rsid w:val="009B7BCC"/>
    <w:rsid w:val="009C0093"/>
    <w:rsid w:val="009C06D3"/>
    <w:rsid w:val="009C08D5"/>
    <w:rsid w:val="009C2DC8"/>
    <w:rsid w:val="009C4129"/>
    <w:rsid w:val="009C4D5A"/>
    <w:rsid w:val="009C4DC8"/>
    <w:rsid w:val="009C6EE1"/>
    <w:rsid w:val="009C74E9"/>
    <w:rsid w:val="009D0299"/>
    <w:rsid w:val="009D03C9"/>
    <w:rsid w:val="009D0543"/>
    <w:rsid w:val="009D0F38"/>
    <w:rsid w:val="009D2E5D"/>
    <w:rsid w:val="009D4924"/>
    <w:rsid w:val="009D5647"/>
    <w:rsid w:val="009D6729"/>
    <w:rsid w:val="009D7562"/>
    <w:rsid w:val="009D7B28"/>
    <w:rsid w:val="009E084D"/>
    <w:rsid w:val="009E11CE"/>
    <w:rsid w:val="009E1956"/>
    <w:rsid w:val="009E621D"/>
    <w:rsid w:val="009E6B35"/>
    <w:rsid w:val="009E73A5"/>
    <w:rsid w:val="009F0066"/>
    <w:rsid w:val="009F1394"/>
    <w:rsid w:val="009F43B1"/>
    <w:rsid w:val="009F473B"/>
    <w:rsid w:val="009F4B70"/>
    <w:rsid w:val="009F51F4"/>
    <w:rsid w:val="009F66A2"/>
    <w:rsid w:val="00A00DBC"/>
    <w:rsid w:val="00A01454"/>
    <w:rsid w:val="00A01E66"/>
    <w:rsid w:val="00A01F27"/>
    <w:rsid w:val="00A034B0"/>
    <w:rsid w:val="00A03D13"/>
    <w:rsid w:val="00A03DE1"/>
    <w:rsid w:val="00A05DC9"/>
    <w:rsid w:val="00A078AB"/>
    <w:rsid w:val="00A10DD2"/>
    <w:rsid w:val="00A1128F"/>
    <w:rsid w:val="00A11317"/>
    <w:rsid w:val="00A127A6"/>
    <w:rsid w:val="00A12B14"/>
    <w:rsid w:val="00A12DB7"/>
    <w:rsid w:val="00A132C5"/>
    <w:rsid w:val="00A138F9"/>
    <w:rsid w:val="00A13A85"/>
    <w:rsid w:val="00A14D73"/>
    <w:rsid w:val="00A1576F"/>
    <w:rsid w:val="00A157AD"/>
    <w:rsid w:val="00A20349"/>
    <w:rsid w:val="00A20D1C"/>
    <w:rsid w:val="00A22583"/>
    <w:rsid w:val="00A2282A"/>
    <w:rsid w:val="00A23A6D"/>
    <w:rsid w:val="00A23E4A"/>
    <w:rsid w:val="00A241DA"/>
    <w:rsid w:val="00A25F07"/>
    <w:rsid w:val="00A30EF0"/>
    <w:rsid w:val="00A310E9"/>
    <w:rsid w:val="00A32434"/>
    <w:rsid w:val="00A32637"/>
    <w:rsid w:val="00A32CC0"/>
    <w:rsid w:val="00A3348C"/>
    <w:rsid w:val="00A33BE9"/>
    <w:rsid w:val="00A351D2"/>
    <w:rsid w:val="00A359B2"/>
    <w:rsid w:val="00A363A9"/>
    <w:rsid w:val="00A3673F"/>
    <w:rsid w:val="00A36AF8"/>
    <w:rsid w:val="00A37C78"/>
    <w:rsid w:val="00A43252"/>
    <w:rsid w:val="00A43603"/>
    <w:rsid w:val="00A43F03"/>
    <w:rsid w:val="00A44B71"/>
    <w:rsid w:val="00A4533E"/>
    <w:rsid w:val="00A454C3"/>
    <w:rsid w:val="00A45F25"/>
    <w:rsid w:val="00A45FF1"/>
    <w:rsid w:val="00A476CA"/>
    <w:rsid w:val="00A509BF"/>
    <w:rsid w:val="00A51837"/>
    <w:rsid w:val="00A51BEF"/>
    <w:rsid w:val="00A537EB"/>
    <w:rsid w:val="00A5428D"/>
    <w:rsid w:val="00A54495"/>
    <w:rsid w:val="00A561B6"/>
    <w:rsid w:val="00A563B1"/>
    <w:rsid w:val="00A56B07"/>
    <w:rsid w:val="00A56F39"/>
    <w:rsid w:val="00A5728D"/>
    <w:rsid w:val="00A57366"/>
    <w:rsid w:val="00A574D8"/>
    <w:rsid w:val="00A57B8B"/>
    <w:rsid w:val="00A60791"/>
    <w:rsid w:val="00A607B5"/>
    <w:rsid w:val="00A616BE"/>
    <w:rsid w:val="00A617B3"/>
    <w:rsid w:val="00A6221A"/>
    <w:rsid w:val="00A62BC8"/>
    <w:rsid w:val="00A64FB5"/>
    <w:rsid w:val="00A65C0B"/>
    <w:rsid w:val="00A70148"/>
    <w:rsid w:val="00A747F9"/>
    <w:rsid w:val="00A74F0C"/>
    <w:rsid w:val="00A80833"/>
    <w:rsid w:val="00A81166"/>
    <w:rsid w:val="00A81531"/>
    <w:rsid w:val="00A81A99"/>
    <w:rsid w:val="00A81DFA"/>
    <w:rsid w:val="00A81E8F"/>
    <w:rsid w:val="00A82AFB"/>
    <w:rsid w:val="00A83384"/>
    <w:rsid w:val="00A84CC5"/>
    <w:rsid w:val="00A84F99"/>
    <w:rsid w:val="00A855F9"/>
    <w:rsid w:val="00A8577F"/>
    <w:rsid w:val="00A85C88"/>
    <w:rsid w:val="00A864FE"/>
    <w:rsid w:val="00A866A3"/>
    <w:rsid w:val="00A86BF1"/>
    <w:rsid w:val="00A8730D"/>
    <w:rsid w:val="00A90376"/>
    <w:rsid w:val="00A941AC"/>
    <w:rsid w:val="00A96AEE"/>
    <w:rsid w:val="00AA0661"/>
    <w:rsid w:val="00AA0BFF"/>
    <w:rsid w:val="00AA23A9"/>
    <w:rsid w:val="00AA3007"/>
    <w:rsid w:val="00AA30B4"/>
    <w:rsid w:val="00AA3B13"/>
    <w:rsid w:val="00AA467D"/>
    <w:rsid w:val="00AA4C89"/>
    <w:rsid w:val="00AA528F"/>
    <w:rsid w:val="00AA5C0F"/>
    <w:rsid w:val="00AA5E5C"/>
    <w:rsid w:val="00AA6523"/>
    <w:rsid w:val="00AA6695"/>
    <w:rsid w:val="00AA6AD9"/>
    <w:rsid w:val="00AA714B"/>
    <w:rsid w:val="00AB197F"/>
    <w:rsid w:val="00AB1AB6"/>
    <w:rsid w:val="00AB232D"/>
    <w:rsid w:val="00AB2813"/>
    <w:rsid w:val="00AB28E4"/>
    <w:rsid w:val="00AB2D6D"/>
    <w:rsid w:val="00AB47D8"/>
    <w:rsid w:val="00AB5D0D"/>
    <w:rsid w:val="00AB693E"/>
    <w:rsid w:val="00AB6CE0"/>
    <w:rsid w:val="00AB6F73"/>
    <w:rsid w:val="00AC0827"/>
    <w:rsid w:val="00AC349C"/>
    <w:rsid w:val="00AC34B3"/>
    <w:rsid w:val="00AC35D8"/>
    <w:rsid w:val="00AC391C"/>
    <w:rsid w:val="00AC3C96"/>
    <w:rsid w:val="00AC4A1B"/>
    <w:rsid w:val="00AC4CAD"/>
    <w:rsid w:val="00AC57F3"/>
    <w:rsid w:val="00AD0E85"/>
    <w:rsid w:val="00AD1DAA"/>
    <w:rsid w:val="00AD1EC6"/>
    <w:rsid w:val="00AD2556"/>
    <w:rsid w:val="00AD37EF"/>
    <w:rsid w:val="00AD4600"/>
    <w:rsid w:val="00AD5BE6"/>
    <w:rsid w:val="00AE01FE"/>
    <w:rsid w:val="00AE0468"/>
    <w:rsid w:val="00AE1B71"/>
    <w:rsid w:val="00AE28BE"/>
    <w:rsid w:val="00AE350F"/>
    <w:rsid w:val="00AE40AD"/>
    <w:rsid w:val="00AE43A4"/>
    <w:rsid w:val="00AE4727"/>
    <w:rsid w:val="00AE4853"/>
    <w:rsid w:val="00AE51DF"/>
    <w:rsid w:val="00AE53A4"/>
    <w:rsid w:val="00AE66C1"/>
    <w:rsid w:val="00AE6839"/>
    <w:rsid w:val="00AE73F1"/>
    <w:rsid w:val="00AE7DBD"/>
    <w:rsid w:val="00AF334D"/>
    <w:rsid w:val="00AF34A7"/>
    <w:rsid w:val="00AF44AB"/>
    <w:rsid w:val="00AF7B62"/>
    <w:rsid w:val="00B015D6"/>
    <w:rsid w:val="00B0161A"/>
    <w:rsid w:val="00B026CC"/>
    <w:rsid w:val="00B037FD"/>
    <w:rsid w:val="00B04D00"/>
    <w:rsid w:val="00B04F0A"/>
    <w:rsid w:val="00B05883"/>
    <w:rsid w:val="00B05B09"/>
    <w:rsid w:val="00B070EE"/>
    <w:rsid w:val="00B07673"/>
    <w:rsid w:val="00B07BD6"/>
    <w:rsid w:val="00B11F75"/>
    <w:rsid w:val="00B129ED"/>
    <w:rsid w:val="00B12A8C"/>
    <w:rsid w:val="00B13164"/>
    <w:rsid w:val="00B13CD6"/>
    <w:rsid w:val="00B14818"/>
    <w:rsid w:val="00B1530C"/>
    <w:rsid w:val="00B168C2"/>
    <w:rsid w:val="00B17A78"/>
    <w:rsid w:val="00B22082"/>
    <w:rsid w:val="00B22EE6"/>
    <w:rsid w:val="00B24865"/>
    <w:rsid w:val="00B24E13"/>
    <w:rsid w:val="00B26F47"/>
    <w:rsid w:val="00B273F5"/>
    <w:rsid w:val="00B30583"/>
    <w:rsid w:val="00B31210"/>
    <w:rsid w:val="00B318BA"/>
    <w:rsid w:val="00B326B3"/>
    <w:rsid w:val="00B331FA"/>
    <w:rsid w:val="00B334CB"/>
    <w:rsid w:val="00B3535A"/>
    <w:rsid w:val="00B37938"/>
    <w:rsid w:val="00B4008F"/>
    <w:rsid w:val="00B40479"/>
    <w:rsid w:val="00B40A61"/>
    <w:rsid w:val="00B41056"/>
    <w:rsid w:val="00B41057"/>
    <w:rsid w:val="00B41D38"/>
    <w:rsid w:val="00B421FA"/>
    <w:rsid w:val="00B4327A"/>
    <w:rsid w:val="00B436C4"/>
    <w:rsid w:val="00B43C24"/>
    <w:rsid w:val="00B43DC2"/>
    <w:rsid w:val="00B43F56"/>
    <w:rsid w:val="00B452AE"/>
    <w:rsid w:val="00B45CF1"/>
    <w:rsid w:val="00B467EC"/>
    <w:rsid w:val="00B46BBD"/>
    <w:rsid w:val="00B470BC"/>
    <w:rsid w:val="00B471DA"/>
    <w:rsid w:val="00B47E07"/>
    <w:rsid w:val="00B50EFB"/>
    <w:rsid w:val="00B5136D"/>
    <w:rsid w:val="00B516FE"/>
    <w:rsid w:val="00B527A9"/>
    <w:rsid w:val="00B52B9B"/>
    <w:rsid w:val="00B52CDB"/>
    <w:rsid w:val="00B53136"/>
    <w:rsid w:val="00B53418"/>
    <w:rsid w:val="00B53848"/>
    <w:rsid w:val="00B53BD6"/>
    <w:rsid w:val="00B54AD5"/>
    <w:rsid w:val="00B55F51"/>
    <w:rsid w:val="00B573AB"/>
    <w:rsid w:val="00B57C6C"/>
    <w:rsid w:val="00B57FCD"/>
    <w:rsid w:val="00B60563"/>
    <w:rsid w:val="00B60DD5"/>
    <w:rsid w:val="00B60FCE"/>
    <w:rsid w:val="00B61C5C"/>
    <w:rsid w:val="00B62F64"/>
    <w:rsid w:val="00B633C3"/>
    <w:rsid w:val="00B64A02"/>
    <w:rsid w:val="00B64BD3"/>
    <w:rsid w:val="00B64F80"/>
    <w:rsid w:val="00B65890"/>
    <w:rsid w:val="00B666DE"/>
    <w:rsid w:val="00B66840"/>
    <w:rsid w:val="00B6721E"/>
    <w:rsid w:val="00B679F0"/>
    <w:rsid w:val="00B70076"/>
    <w:rsid w:val="00B70370"/>
    <w:rsid w:val="00B70552"/>
    <w:rsid w:val="00B70BBF"/>
    <w:rsid w:val="00B71174"/>
    <w:rsid w:val="00B71215"/>
    <w:rsid w:val="00B716BA"/>
    <w:rsid w:val="00B729B2"/>
    <w:rsid w:val="00B72B37"/>
    <w:rsid w:val="00B73A6B"/>
    <w:rsid w:val="00B73F79"/>
    <w:rsid w:val="00B743F4"/>
    <w:rsid w:val="00B7495E"/>
    <w:rsid w:val="00B74B99"/>
    <w:rsid w:val="00B7543B"/>
    <w:rsid w:val="00B7558A"/>
    <w:rsid w:val="00B75A9E"/>
    <w:rsid w:val="00B75D6D"/>
    <w:rsid w:val="00B775C1"/>
    <w:rsid w:val="00B77D60"/>
    <w:rsid w:val="00B80DEC"/>
    <w:rsid w:val="00B81D28"/>
    <w:rsid w:val="00B81EC9"/>
    <w:rsid w:val="00B822C9"/>
    <w:rsid w:val="00B827E9"/>
    <w:rsid w:val="00B82D82"/>
    <w:rsid w:val="00B868F1"/>
    <w:rsid w:val="00B8699C"/>
    <w:rsid w:val="00B9014F"/>
    <w:rsid w:val="00B912E7"/>
    <w:rsid w:val="00B93391"/>
    <w:rsid w:val="00B940BF"/>
    <w:rsid w:val="00B9481A"/>
    <w:rsid w:val="00B95036"/>
    <w:rsid w:val="00B9549E"/>
    <w:rsid w:val="00B97429"/>
    <w:rsid w:val="00B9758E"/>
    <w:rsid w:val="00B977A0"/>
    <w:rsid w:val="00BA04FA"/>
    <w:rsid w:val="00BA0B38"/>
    <w:rsid w:val="00BA0F2E"/>
    <w:rsid w:val="00BA1651"/>
    <w:rsid w:val="00BA2A25"/>
    <w:rsid w:val="00BA38A8"/>
    <w:rsid w:val="00BA494E"/>
    <w:rsid w:val="00BA4DB6"/>
    <w:rsid w:val="00BA5E00"/>
    <w:rsid w:val="00BA6A79"/>
    <w:rsid w:val="00BA720A"/>
    <w:rsid w:val="00BA7EAB"/>
    <w:rsid w:val="00BB07C5"/>
    <w:rsid w:val="00BB0BD1"/>
    <w:rsid w:val="00BB10E6"/>
    <w:rsid w:val="00BB2423"/>
    <w:rsid w:val="00BB5A35"/>
    <w:rsid w:val="00BB6035"/>
    <w:rsid w:val="00BB6F60"/>
    <w:rsid w:val="00BC0312"/>
    <w:rsid w:val="00BC0BBC"/>
    <w:rsid w:val="00BC0C47"/>
    <w:rsid w:val="00BC0CF6"/>
    <w:rsid w:val="00BC10D8"/>
    <w:rsid w:val="00BC1590"/>
    <w:rsid w:val="00BC28F0"/>
    <w:rsid w:val="00BC2A03"/>
    <w:rsid w:val="00BC2BB7"/>
    <w:rsid w:val="00BC32D8"/>
    <w:rsid w:val="00BC3504"/>
    <w:rsid w:val="00BC36BE"/>
    <w:rsid w:val="00BC3A49"/>
    <w:rsid w:val="00BC3F6B"/>
    <w:rsid w:val="00BC4D5A"/>
    <w:rsid w:val="00BC5712"/>
    <w:rsid w:val="00BC63C6"/>
    <w:rsid w:val="00BD06DA"/>
    <w:rsid w:val="00BD3351"/>
    <w:rsid w:val="00BD346F"/>
    <w:rsid w:val="00BD4636"/>
    <w:rsid w:val="00BD4ABE"/>
    <w:rsid w:val="00BD5A30"/>
    <w:rsid w:val="00BD5EB5"/>
    <w:rsid w:val="00BD671E"/>
    <w:rsid w:val="00BD68D9"/>
    <w:rsid w:val="00BE0543"/>
    <w:rsid w:val="00BE11F5"/>
    <w:rsid w:val="00BE1269"/>
    <w:rsid w:val="00BE1611"/>
    <w:rsid w:val="00BE16B8"/>
    <w:rsid w:val="00BE1EE5"/>
    <w:rsid w:val="00BE28B5"/>
    <w:rsid w:val="00BE3031"/>
    <w:rsid w:val="00BE3605"/>
    <w:rsid w:val="00BE36F5"/>
    <w:rsid w:val="00BE3DBB"/>
    <w:rsid w:val="00BE5293"/>
    <w:rsid w:val="00BE5888"/>
    <w:rsid w:val="00BE5EA9"/>
    <w:rsid w:val="00BE7E0D"/>
    <w:rsid w:val="00BF174F"/>
    <w:rsid w:val="00BF37F1"/>
    <w:rsid w:val="00BF504E"/>
    <w:rsid w:val="00BF6DDD"/>
    <w:rsid w:val="00C01AFC"/>
    <w:rsid w:val="00C023CE"/>
    <w:rsid w:val="00C02424"/>
    <w:rsid w:val="00C058D3"/>
    <w:rsid w:val="00C05B13"/>
    <w:rsid w:val="00C05C4F"/>
    <w:rsid w:val="00C060BF"/>
    <w:rsid w:val="00C06763"/>
    <w:rsid w:val="00C11039"/>
    <w:rsid w:val="00C11CFE"/>
    <w:rsid w:val="00C11E32"/>
    <w:rsid w:val="00C126B4"/>
    <w:rsid w:val="00C12B9D"/>
    <w:rsid w:val="00C12EF0"/>
    <w:rsid w:val="00C14BCA"/>
    <w:rsid w:val="00C15239"/>
    <w:rsid w:val="00C168F1"/>
    <w:rsid w:val="00C16FCB"/>
    <w:rsid w:val="00C20988"/>
    <w:rsid w:val="00C248CD"/>
    <w:rsid w:val="00C2535D"/>
    <w:rsid w:val="00C25D47"/>
    <w:rsid w:val="00C27CA5"/>
    <w:rsid w:val="00C30008"/>
    <w:rsid w:val="00C30F38"/>
    <w:rsid w:val="00C31F4B"/>
    <w:rsid w:val="00C3216B"/>
    <w:rsid w:val="00C34846"/>
    <w:rsid w:val="00C3631C"/>
    <w:rsid w:val="00C3669C"/>
    <w:rsid w:val="00C37AE2"/>
    <w:rsid w:val="00C421FD"/>
    <w:rsid w:val="00C43DAA"/>
    <w:rsid w:val="00C44004"/>
    <w:rsid w:val="00C46D0E"/>
    <w:rsid w:val="00C46D76"/>
    <w:rsid w:val="00C47047"/>
    <w:rsid w:val="00C50CAD"/>
    <w:rsid w:val="00C511F4"/>
    <w:rsid w:val="00C515D3"/>
    <w:rsid w:val="00C51B0E"/>
    <w:rsid w:val="00C524D9"/>
    <w:rsid w:val="00C53ABB"/>
    <w:rsid w:val="00C54192"/>
    <w:rsid w:val="00C54319"/>
    <w:rsid w:val="00C55E66"/>
    <w:rsid w:val="00C57229"/>
    <w:rsid w:val="00C575C4"/>
    <w:rsid w:val="00C60170"/>
    <w:rsid w:val="00C603E9"/>
    <w:rsid w:val="00C617DB"/>
    <w:rsid w:val="00C6231A"/>
    <w:rsid w:val="00C6232F"/>
    <w:rsid w:val="00C62B10"/>
    <w:rsid w:val="00C62D69"/>
    <w:rsid w:val="00C6430C"/>
    <w:rsid w:val="00C64375"/>
    <w:rsid w:val="00C6456E"/>
    <w:rsid w:val="00C64C3B"/>
    <w:rsid w:val="00C654B3"/>
    <w:rsid w:val="00C668BA"/>
    <w:rsid w:val="00C671C6"/>
    <w:rsid w:val="00C67A71"/>
    <w:rsid w:val="00C70B61"/>
    <w:rsid w:val="00C71715"/>
    <w:rsid w:val="00C73F08"/>
    <w:rsid w:val="00C73F30"/>
    <w:rsid w:val="00C746F2"/>
    <w:rsid w:val="00C74D77"/>
    <w:rsid w:val="00C7677F"/>
    <w:rsid w:val="00C77134"/>
    <w:rsid w:val="00C772DD"/>
    <w:rsid w:val="00C775FA"/>
    <w:rsid w:val="00C8084B"/>
    <w:rsid w:val="00C80985"/>
    <w:rsid w:val="00C80FF1"/>
    <w:rsid w:val="00C8136E"/>
    <w:rsid w:val="00C81665"/>
    <w:rsid w:val="00C81FA5"/>
    <w:rsid w:val="00C82A57"/>
    <w:rsid w:val="00C84B9E"/>
    <w:rsid w:val="00C84C09"/>
    <w:rsid w:val="00C84ED7"/>
    <w:rsid w:val="00C85BC2"/>
    <w:rsid w:val="00C85F29"/>
    <w:rsid w:val="00C8619A"/>
    <w:rsid w:val="00C87799"/>
    <w:rsid w:val="00C91533"/>
    <w:rsid w:val="00C91872"/>
    <w:rsid w:val="00C91E00"/>
    <w:rsid w:val="00C927A2"/>
    <w:rsid w:val="00C93CAD"/>
    <w:rsid w:val="00C94522"/>
    <w:rsid w:val="00C95D51"/>
    <w:rsid w:val="00C95E22"/>
    <w:rsid w:val="00C96C6F"/>
    <w:rsid w:val="00C97FC6"/>
    <w:rsid w:val="00CA19C8"/>
    <w:rsid w:val="00CA1A39"/>
    <w:rsid w:val="00CA223E"/>
    <w:rsid w:val="00CA3AC3"/>
    <w:rsid w:val="00CA42DC"/>
    <w:rsid w:val="00CA65A5"/>
    <w:rsid w:val="00CA7D6E"/>
    <w:rsid w:val="00CB00AC"/>
    <w:rsid w:val="00CB07AE"/>
    <w:rsid w:val="00CB140B"/>
    <w:rsid w:val="00CB1687"/>
    <w:rsid w:val="00CB279C"/>
    <w:rsid w:val="00CB2F95"/>
    <w:rsid w:val="00CB3031"/>
    <w:rsid w:val="00CB377B"/>
    <w:rsid w:val="00CB3A84"/>
    <w:rsid w:val="00CB3CD8"/>
    <w:rsid w:val="00CB456F"/>
    <w:rsid w:val="00CB5266"/>
    <w:rsid w:val="00CB6493"/>
    <w:rsid w:val="00CB75F5"/>
    <w:rsid w:val="00CB77EB"/>
    <w:rsid w:val="00CB7D02"/>
    <w:rsid w:val="00CC0067"/>
    <w:rsid w:val="00CC074E"/>
    <w:rsid w:val="00CC07F3"/>
    <w:rsid w:val="00CC1079"/>
    <w:rsid w:val="00CC1BDE"/>
    <w:rsid w:val="00CC1D31"/>
    <w:rsid w:val="00CC2468"/>
    <w:rsid w:val="00CC3150"/>
    <w:rsid w:val="00CC35EB"/>
    <w:rsid w:val="00CC3E9B"/>
    <w:rsid w:val="00CC3EB0"/>
    <w:rsid w:val="00CC3F63"/>
    <w:rsid w:val="00CC4A5A"/>
    <w:rsid w:val="00CC532F"/>
    <w:rsid w:val="00CC649E"/>
    <w:rsid w:val="00CC71FD"/>
    <w:rsid w:val="00CD0833"/>
    <w:rsid w:val="00CD0A37"/>
    <w:rsid w:val="00CD0F05"/>
    <w:rsid w:val="00CD1727"/>
    <w:rsid w:val="00CD1E70"/>
    <w:rsid w:val="00CD1F0F"/>
    <w:rsid w:val="00CD34C1"/>
    <w:rsid w:val="00CD38A7"/>
    <w:rsid w:val="00CD3C6F"/>
    <w:rsid w:val="00CD46CC"/>
    <w:rsid w:val="00CD49CE"/>
    <w:rsid w:val="00CD4B19"/>
    <w:rsid w:val="00CD51A4"/>
    <w:rsid w:val="00CD5ABF"/>
    <w:rsid w:val="00CD6136"/>
    <w:rsid w:val="00CD6CCD"/>
    <w:rsid w:val="00CD722A"/>
    <w:rsid w:val="00CD741B"/>
    <w:rsid w:val="00CD750D"/>
    <w:rsid w:val="00CD774D"/>
    <w:rsid w:val="00CE1F5E"/>
    <w:rsid w:val="00CE328D"/>
    <w:rsid w:val="00CE335D"/>
    <w:rsid w:val="00CE3512"/>
    <w:rsid w:val="00CE3DD4"/>
    <w:rsid w:val="00CE4B7F"/>
    <w:rsid w:val="00CE4D9C"/>
    <w:rsid w:val="00CE5B1D"/>
    <w:rsid w:val="00CE6B8B"/>
    <w:rsid w:val="00CE7DF3"/>
    <w:rsid w:val="00CF1A85"/>
    <w:rsid w:val="00CF1BC5"/>
    <w:rsid w:val="00CF3DF6"/>
    <w:rsid w:val="00CF4499"/>
    <w:rsid w:val="00CF4805"/>
    <w:rsid w:val="00CF550E"/>
    <w:rsid w:val="00CF6BCD"/>
    <w:rsid w:val="00CF70C0"/>
    <w:rsid w:val="00CF771B"/>
    <w:rsid w:val="00D00607"/>
    <w:rsid w:val="00D01086"/>
    <w:rsid w:val="00D01D5C"/>
    <w:rsid w:val="00D02002"/>
    <w:rsid w:val="00D02263"/>
    <w:rsid w:val="00D04156"/>
    <w:rsid w:val="00D10261"/>
    <w:rsid w:val="00D1082F"/>
    <w:rsid w:val="00D11695"/>
    <w:rsid w:val="00D11C09"/>
    <w:rsid w:val="00D126EC"/>
    <w:rsid w:val="00D14FEC"/>
    <w:rsid w:val="00D151C0"/>
    <w:rsid w:val="00D15EBA"/>
    <w:rsid w:val="00D21B95"/>
    <w:rsid w:val="00D22AF5"/>
    <w:rsid w:val="00D22EDC"/>
    <w:rsid w:val="00D24FCA"/>
    <w:rsid w:val="00D25433"/>
    <w:rsid w:val="00D27329"/>
    <w:rsid w:val="00D279A8"/>
    <w:rsid w:val="00D31EC7"/>
    <w:rsid w:val="00D32694"/>
    <w:rsid w:val="00D32D60"/>
    <w:rsid w:val="00D359DC"/>
    <w:rsid w:val="00D361FF"/>
    <w:rsid w:val="00D36328"/>
    <w:rsid w:val="00D37374"/>
    <w:rsid w:val="00D4003F"/>
    <w:rsid w:val="00D40294"/>
    <w:rsid w:val="00D41B3D"/>
    <w:rsid w:val="00D41D05"/>
    <w:rsid w:val="00D41E18"/>
    <w:rsid w:val="00D426F2"/>
    <w:rsid w:val="00D432F5"/>
    <w:rsid w:val="00D435C4"/>
    <w:rsid w:val="00D43754"/>
    <w:rsid w:val="00D44418"/>
    <w:rsid w:val="00D45116"/>
    <w:rsid w:val="00D456A2"/>
    <w:rsid w:val="00D45CB8"/>
    <w:rsid w:val="00D470F0"/>
    <w:rsid w:val="00D47599"/>
    <w:rsid w:val="00D47BC1"/>
    <w:rsid w:val="00D47EEB"/>
    <w:rsid w:val="00D50176"/>
    <w:rsid w:val="00D50811"/>
    <w:rsid w:val="00D5175D"/>
    <w:rsid w:val="00D521F3"/>
    <w:rsid w:val="00D5266B"/>
    <w:rsid w:val="00D527F7"/>
    <w:rsid w:val="00D53C1A"/>
    <w:rsid w:val="00D540B6"/>
    <w:rsid w:val="00D54898"/>
    <w:rsid w:val="00D573A5"/>
    <w:rsid w:val="00D577F4"/>
    <w:rsid w:val="00D61325"/>
    <w:rsid w:val="00D6326E"/>
    <w:rsid w:val="00D645C6"/>
    <w:rsid w:val="00D66453"/>
    <w:rsid w:val="00D667C5"/>
    <w:rsid w:val="00D66B44"/>
    <w:rsid w:val="00D677EB"/>
    <w:rsid w:val="00D704F1"/>
    <w:rsid w:val="00D70856"/>
    <w:rsid w:val="00D7121A"/>
    <w:rsid w:val="00D7136A"/>
    <w:rsid w:val="00D71ED0"/>
    <w:rsid w:val="00D72F84"/>
    <w:rsid w:val="00D73F75"/>
    <w:rsid w:val="00D73FE2"/>
    <w:rsid w:val="00D7505B"/>
    <w:rsid w:val="00D75063"/>
    <w:rsid w:val="00D7645A"/>
    <w:rsid w:val="00D76841"/>
    <w:rsid w:val="00D76BEE"/>
    <w:rsid w:val="00D77B09"/>
    <w:rsid w:val="00D77D98"/>
    <w:rsid w:val="00D77F2E"/>
    <w:rsid w:val="00D80145"/>
    <w:rsid w:val="00D80AA6"/>
    <w:rsid w:val="00D81A33"/>
    <w:rsid w:val="00D821A8"/>
    <w:rsid w:val="00D8244E"/>
    <w:rsid w:val="00D83A25"/>
    <w:rsid w:val="00D84158"/>
    <w:rsid w:val="00D863C6"/>
    <w:rsid w:val="00D932D6"/>
    <w:rsid w:val="00D94ECE"/>
    <w:rsid w:val="00D94F62"/>
    <w:rsid w:val="00D967FE"/>
    <w:rsid w:val="00D9744E"/>
    <w:rsid w:val="00DA00BB"/>
    <w:rsid w:val="00DA0259"/>
    <w:rsid w:val="00DA0D12"/>
    <w:rsid w:val="00DA1B37"/>
    <w:rsid w:val="00DA50E7"/>
    <w:rsid w:val="00DA742D"/>
    <w:rsid w:val="00DA78C9"/>
    <w:rsid w:val="00DB0282"/>
    <w:rsid w:val="00DB05AF"/>
    <w:rsid w:val="00DB0EAA"/>
    <w:rsid w:val="00DB1342"/>
    <w:rsid w:val="00DB1A7B"/>
    <w:rsid w:val="00DB2A2B"/>
    <w:rsid w:val="00DB3685"/>
    <w:rsid w:val="00DB3870"/>
    <w:rsid w:val="00DB417A"/>
    <w:rsid w:val="00DB6412"/>
    <w:rsid w:val="00DB6483"/>
    <w:rsid w:val="00DB75E8"/>
    <w:rsid w:val="00DC13C3"/>
    <w:rsid w:val="00DC1E7E"/>
    <w:rsid w:val="00DC2C57"/>
    <w:rsid w:val="00DC47E0"/>
    <w:rsid w:val="00DC482C"/>
    <w:rsid w:val="00DC6B8D"/>
    <w:rsid w:val="00DC6D5E"/>
    <w:rsid w:val="00DC726B"/>
    <w:rsid w:val="00DC75A5"/>
    <w:rsid w:val="00DD1BA1"/>
    <w:rsid w:val="00DD20AA"/>
    <w:rsid w:val="00DD293F"/>
    <w:rsid w:val="00DD29B9"/>
    <w:rsid w:val="00DD30E3"/>
    <w:rsid w:val="00DD35EF"/>
    <w:rsid w:val="00DD3CD1"/>
    <w:rsid w:val="00DD5336"/>
    <w:rsid w:val="00DD6665"/>
    <w:rsid w:val="00DD6DF0"/>
    <w:rsid w:val="00DD73E5"/>
    <w:rsid w:val="00DE05B0"/>
    <w:rsid w:val="00DE0E74"/>
    <w:rsid w:val="00DE145A"/>
    <w:rsid w:val="00DE1767"/>
    <w:rsid w:val="00DE196F"/>
    <w:rsid w:val="00DE27C1"/>
    <w:rsid w:val="00DE3F67"/>
    <w:rsid w:val="00DE443A"/>
    <w:rsid w:val="00DE4C85"/>
    <w:rsid w:val="00DE5D11"/>
    <w:rsid w:val="00DE5DF6"/>
    <w:rsid w:val="00DE6403"/>
    <w:rsid w:val="00DE6EDA"/>
    <w:rsid w:val="00DE7CFC"/>
    <w:rsid w:val="00DF0FB2"/>
    <w:rsid w:val="00DF1D9D"/>
    <w:rsid w:val="00DF21E0"/>
    <w:rsid w:val="00DF3C17"/>
    <w:rsid w:val="00DF4096"/>
    <w:rsid w:val="00DF44B0"/>
    <w:rsid w:val="00DF7196"/>
    <w:rsid w:val="00E00450"/>
    <w:rsid w:val="00E0051C"/>
    <w:rsid w:val="00E00A16"/>
    <w:rsid w:val="00E00A3B"/>
    <w:rsid w:val="00E00A7D"/>
    <w:rsid w:val="00E01496"/>
    <w:rsid w:val="00E01C69"/>
    <w:rsid w:val="00E021CA"/>
    <w:rsid w:val="00E02315"/>
    <w:rsid w:val="00E026D2"/>
    <w:rsid w:val="00E02B57"/>
    <w:rsid w:val="00E03897"/>
    <w:rsid w:val="00E0437D"/>
    <w:rsid w:val="00E10883"/>
    <w:rsid w:val="00E1092C"/>
    <w:rsid w:val="00E11021"/>
    <w:rsid w:val="00E11700"/>
    <w:rsid w:val="00E12843"/>
    <w:rsid w:val="00E1331E"/>
    <w:rsid w:val="00E13C88"/>
    <w:rsid w:val="00E147A9"/>
    <w:rsid w:val="00E15230"/>
    <w:rsid w:val="00E1561C"/>
    <w:rsid w:val="00E15B38"/>
    <w:rsid w:val="00E170FA"/>
    <w:rsid w:val="00E173BF"/>
    <w:rsid w:val="00E1762F"/>
    <w:rsid w:val="00E20AAB"/>
    <w:rsid w:val="00E212B3"/>
    <w:rsid w:val="00E218EF"/>
    <w:rsid w:val="00E21949"/>
    <w:rsid w:val="00E232C8"/>
    <w:rsid w:val="00E24351"/>
    <w:rsid w:val="00E247F3"/>
    <w:rsid w:val="00E24D1F"/>
    <w:rsid w:val="00E24E81"/>
    <w:rsid w:val="00E25741"/>
    <w:rsid w:val="00E25EC8"/>
    <w:rsid w:val="00E273E1"/>
    <w:rsid w:val="00E27A58"/>
    <w:rsid w:val="00E27FDD"/>
    <w:rsid w:val="00E30020"/>
    <w:rsid w:val="00E32B15"/>
    <w:rsid w:val="00E335A3"/>
    <w:rsid w:val="00E3362B"/>
    <w:rsid w:val="00E3442C"/>
    <w:rsid w:val="00E34BB0"/>
    <w:rsid w:val="00E3531B"/>
    <w:rsid w:val="00E35F07"/>
    <w:rsid w:val="00E36BAB"/>
    <w:rsid w:val="00E36D17"/>
    <w:rsid w:val="00E37FD6"/>
    <w:rsid w:val="00E407AA"/>
    <w:rsid w:val="00E40860"/>
    <w:rsid w:val="00E40986"/>
    <w:rsid w:val="00E41CC3"/>
    <w:rsid w:val="00E41EEF"/>
    <w:rsid w:val="00E42994"/>
    <w:rsid w:val="00E42C15"/>
    <w:rsid w:val="00E42DC4"/>
    <w:rsid w:val="00E438DE"/>
    <w:rsid w:val="00E43D28"/>
    <w:rsid w:val="00E4473B"/>
    <w:rsid w:val="00E45ABA"/>
    <w:rsid w:val="00E45CDD"/>
    <w:rsid w:val="00E45F18"/>
    <w:rsid w:val="00E46264"/>
    <w:rsid w:val="00E46823"/>
    <w:rsid w:val="00E50A90"/>
    <w:rsid w:val="00E50FBB"/>
    <w:rsid w:val="00E511FB"/>
    <w:rsid w:val="00E515D9"/>
    <w:rsid w:val="00E52848"/>
    <w:rsid w:val="00E54CED"/>
    <w:rsid w:val="00E54D52"/>
    <w:rsid w:val="00E54EE2"/>
    <w:rsid w:val="00E54FA8"/>
    <w:rsid w:val="00E5545F"/>
    <w:rsid w:val="00E55998"/>
    <w:rsid w:val="00E57537"/>
    <w:rsid w:val="00E60323"/>
    <w:rsid w:val="00E608B3"/>
    <w:rsid w:val="00E60FDD"/>
    <w:rsid w:val="00E62580"/>
    <w:rsid w:val="00E63BB5"/>
    <w:rsid w:val="00E640B3"/>
    <w:rsid w:val="00E646FA"/>
    <w:rsid w:val="00E6698E"/>
    <w:rsid w:val="00E674F9"/>
    <w:rsid w:val="00E6776C"/>
    <w:rsid w:val="00E701FB"/>
    <w:rsid w:val="00E705CD"/>
    <w:rsid w:val="00E70879"/>
    <w:rsid w:val="00E71F7A"/>
    <w:rsid w:val="00E72AB2"/>
    <w:rsid w:val="00E73316"/>
    <w:rsid w:val="00E735C6"/>
    <w:rsid w:val="00E73A1C"/>
    <w:rsid w:val="00E73D38"/>
    <w:rsid w:val="00E757F8"/>
    <w:rsid w:val="00E75D1A"/>
    <w:rsid w:val="00E767FA"/>
    <w:rsid w:val="00E77328"/>
    <w:rsid w:val="00E803E0"/>
    <w:rsid w:val="00E80C46"/>
    <w:rsid w:val="00E81A1B"/>
    <w:rsid w:val="00E81AD7"/>
    <w:rsid w:val="00E82176"/>
    <w:rsid w:val="00E82630"/>
    <w:rsid w:val="00E8288E"/>
    <w:rsid w:val="00E8303B"/>
    <w:rsid w:val="00E83683"/>
    <w:rsid w:val="00E83D8F"/>
    <w:rsid w:val="00E84403"/>
    <w:rsid w:val="00E84902"/>
    <w:rsid w:val="00E8574E"/>
    <w:rsid w:val="00E85E0C"/>
    <w:rsid w:val="00E8624A"/>
    <w:rsid w:val="00E86C56"/>
    <w:rsid w:val="00E8732E"/>
    <w:rsid w:val="00E874B6"/>
    <w:rsid w:val="00E87EFD"/>
    <w:rsid w:val="00E906BF"/>
    <w:rsid w:val="00E9188D"/>
    <w:rsid w:val="00E92AE4"/>
    <w:rsid w:val="00E95B17"/>
    <w:rsid w:val="00E96366"/>
    <w:rsid w:val="00E977AE"/>
    <w:rsid w:val="00E97D65"/>
    <w:rsid w:val="00EA0959"/>
    <w:rsid w:val="00EA0BF7"/>
    <w:rsid w:val="00EA1E57"/>
    <w:rsid w:val="00EA255D"/>
    <w:rsid w:val="00EA26D4"/>
    <w:rsid w:val="00EA2F9A"/>
    <w:rsid w:val="00EA307A"/>
    <w:rsid w:val="00EA34CC"/>
    <w:rsid w:val="00EA63D0"/>
    <w:rsid w:val="00EA7148"/>
    <w:rsid w:val="00EA7CF4"/>
    <w:rsid w:val="00EB03D1"/>
    <w:rsid w:val="00EB06BB"/>
    <w:rsid w:val="00EB07EA"/>
    <w:rsid w:val="00EB2381"/>
    <w:rsid w:val="00EB283F"/>
    <w:rsid w:val="00EB31FC"/>
    <w:rsid w:val="00EB466B"/>
    <w:rsid w:val="00EB54BC"/>
    <w:rsid w:val="00EB6893"/>
    <w:rsid w:val="00EB6F56"/>
    <w:rsid w:val="00EB771F"/>
    <w:rsid w:val="00EB7BAF"/>
    <w:rsid w:val="00EC06B2"/>
    <w:rsid w:val="00EC0B97"/>
    <w:rsid w:val="00EC110C"/>
    <w:rsid w:val="00EC1280"/>
    <w:rsid w:val="00EC15A9"/>
    <w:rsid w:val="00EC179E"/>
    <w:rsid w:val="00EC1D3B"/>
    <w:rsid w:val="00EC1FDF"/>
    <w:rsid w:val="00EC284B"/>
    <w:rsid w:val="00EC4ACD"/>
    <w:rsid w:val="00EC5127"/>
    <w:rsid w:val="00EC6554"/>
    <w:rsid w:val="00EC699E"/>
    <w:rsid w:val="00EC6C3C"/>
    <w:rsid w:val="00ED0537"/>
    <w:rsid w:val="00ED073B"/>
    <w:rsid w:val="00ED1AEF"/>
    <w:rsid w:val="00ED1C3D"/>
    <w:rsid w:val="00ED2023"/>
    <w:rsid w:val="00ED34FB"/>
    <w:rsid w:val="00ED3C41"/>
    <w:rsid w:val="00ED54C4"/>
    <w:rsid w:val="00ED6F35"/>
    <w:rsid w:val="00ED751A"/>
    <w:rsid w:val="00EE01A2"/>
    <w:rsid w:val="00EE06D3"/>
    <w:rsid w:val="00EE0EB7"/>
    <w:rsid w:val="00EE28D1"/>
    <w:rsid w:val="00EE2A58"/>
    <w:rsid w:val="00EE41C4"/>
    <w:rsid w:val="00EE4508"/>
    <w:rsid w:val="00EE4BD8"/>
    <w:rsid w:val="00EE7FEA"/>
    <w:rsid w:val="00EF294D"/>
    <w:rsid w:val="00EF5183"/>
    <w:rsid w:val="00EF5EA9"/>
    <w:rsid w:val="00EF67D5"/>
    <w:rsid w:val="00EF6BAE"/>
    <w:rsid w:val="00EF7930"/>
    <w:rsid w:val="00F0073D"/>
    <w:rsid w:val="00F0165E"/>
    <w:rsid w:val="00F01DC9"/>
    <w:rsid w:val="00F04534"/>
    <w:rsid w:val="00F04B5C"/>
    <w:rsid w:val="00F06E81"/>
    <w:rsid w:val="00F10689"/>
    <w:rsid w:val="00F109EF"/>
    <w:rsid w:val="00F120B7"/>
    <w:rsid w:val="00F120ED"/>
    <w:rsid w:val="00F126A3"/>
    <w:rsid w:val="00F13A1F"/>
    <w:rsid w:val="00F14F96"/>
    <w:rsid w:val="00F15507"/>
    <w:rsid w:val="00F1600A"/>
    <w:rsid w:val="00F16532"/>
    <w:rsid w:val="00F211E1"/>
    <w:rsid w:val="00F21B69"/>
    <w:rsid w:val="00F22E19"/>
    <w:rsid w:val="00F2461F"/>
    <w:rsid w:val="00F24A36"/>
    <w:rsid w:val="00F255D4"/>
    <w:rsid w:val="00F25BBE"/>
    <w:rsid w:val="00F25C1C"/>
    <w:rsid w:val="00F25FBC"/>
    <w:rsid w:val="00F26050"/>
    <w:rsid w:val="00F26D03"/>
    <w:rsid w:val="00F30523"/>
    <w:rsid w:val="00F314FF"/>
    <w:rsid w:val="00F316FF"/>
    <w:rsid w:val="00F322CF"/>
    <w:rsid w:val="00F332CC"/>
    <w:rsid w:val="00F33870"/>
    <w:rsid w:val="00F349BD"/>
    <w:rsid w:val="00F35245"/>
    <w:rsid w:val="00F35B07"/>
    <w:rsid w:val="00F4001E"/>
    <w:rsid w:val="00F402D1"/>
    <w:rsid w:val="00F438D8"/>
    <w:rsid w:val="00F44C35"/>
    <w:rsid w:val="00F450EF"/>
    <w:rsid w:val="00F45FEF"/>
    <w:rsid w:val="00F5028C"/>
    <w:rsid w:val="00F53099"/>
    <w:rsid w:val="00F53F5C"/>
    <w:rsid w:val="00F54763"/>
    <w:rsid w:val="00F54E2B"/>
    <w:rsid w:val="00F55163"/>
    <w:rsid w:val="00F55DF1"/>
    <w:rsid w:val="00F56BF2"/>
    <w:rsid w:val="00F577DB"/>
    <w:rsid w:val="00F57B28"/>
    <w:rsid w:val="00F601D0"/>
    <w:rsid w:val="00F60BD9"/>
    <w:rsid w:val="00F60EDE"/>
    <w:rsid w:val="00F6110B"/>
    <w:rsid w:val="00F61697"/>
    <w:rsid w:val="00F61FC0"/>
    <w:rsid w:val="00F62884"/>
    <w:rsid w:val="00F649F0"/>
    <w:rsid w:val="00F652D5"/>
    <w:rsid w:val="00F653B6"/>
    <w:rsid w:val="00F70641"/>
    <w:rsid w:val="00F72941"/>
    <w:rsid w:val="00F72DA9"/>
    <w:rsid w:val="00F737F6"/>
    <w:rsid w:val="00F73F68"/>
    <w:rsid w:val="00F73F73"/>
    <w:rsid w:val="00F7423F"/>
    <w:rsid w:val="00F75378"/>
    <w:rsid w:val="00F758E5"/>
    <w:rsid w:val="00F77795"/>
    <w:rsid w:val="00F77CFB"/>
    <w:rsid w:val="00F8056A"/>
    <w:rsid w:val="00F80DD6"/>
    <w:rsid w:val="00F813E6"/>
    <w:rsid w:val="00F8173A"/>
    <w:rsid w:val="00F81EED"/>
    <w:rsid w:val="00F81FEF"/>
    <w:rsid w:val="00F8333A"/>
    <w:rsid w:val="00F8356D"/>
    <w:rsid w:val="00F83965"/>
    <w:rsid w:val="00F83F3A"/>
    <w:rsid w:val="00F8485F"/>
    <w:rsid w:val="00F853AA"/>
    <w:rsid w:val="00F86C57"/>
    <w:rsid w:val="00F873C6"/>
    <w:rsid w:val="00F87EA3"/>
    <w:rsid w:val="00F9082A"/>
    <w:rsid w:val="00F92753"/>
    <w:rsid w:val="00F928F0"/>
    <w:rsid w:val="00F92AA6"/>
    <w:rsid w:val="00F954AF"/>
    <w:rsid w:val="00F95C65"/>
    <w:rsid w:val="00F96C6A"/>
    <w:rsid w:val="00F975FE"/>
    <w:rsid w:val="00F97977"/>
    <w:rsid w:val="00FA108A"/>
    <w:rsid w:val="00FA1585"/>
    <w:rsid w:val="00FA326E"/>
    <w:rsid w:val="00FA508A"/>
    <w:rsid w:val="00FA5640"/>
    <w:rsid w:val="00FA5647"/>
    <w:rsid w:val="00FA670C"/>
    <w:rsid w:val="00FB0444"/>
    <w:rsid w:val="00FB0D4E"/>
    <w:rsid w:val="00FB1224"/>
    <w:rsid w:val="00FB13A1"/>
    <w:rsid w:val="00FB168A"/>
    <w:rsid w:val="00FB4503"/>
    <w:rsid w:val="00FB4C65"/>
    <w:rsid w:val="00FB4CB1"/>
    <w:rsid w:val="00FB62BA"/>
    <w:rsid w:val="00FB67E8"/>
    <w:rsid w:val="00FB6B34"/>
    <w:rsid w:val="00FB786B"/>
    <w:rsid w:val="00FC0E2D"/>
    <w:rsid w:val="00FC2329"/>
    <w:rsid w:val="00FC327A"/>
    <w:rsid w:val="00FC404F"/>
    <w:rsid w:val="00FC52B0"/>
    <w:rsid w:val="00FC5635"/>
    <w:rsid w:val="00FC65A6"/>
    <w:rsid w:val="00FC696B"/>
    <w:rsid w:val="00FC6F96"/>
    <w:rsid w:val="00FC74B2"/>
    <w:rsid w:val="00FC7728"/>
    <w:rsid w:val="00FC7844"/>
    <w:rsid w:val="00FD164E"/>
    <w:rsid w:val="00FD2133"/>
    <w:rsid w:val="00FD2144"/>
    <w:rsid w:val="00FD2250"/>
    <w:rsid w:val="00FD24AC"/>
    <w:rsid w:val="00FD4245"/>
    <w:rsid w:val="00FD47B7"/>
    <w:rsid w:val="00FD4987"/>
    <w:rsid w:val="00FD58A0"/>
    <w:rsid w:val="00FD5AA2"/>
    <w:rsid w:val="00FD6028"/>
    <w:rsid w:val="00FD60EA"/>
    <w:rsid w:val="00FD6B4F"/>
    <w:rsid w:val="00FD7429"/>
    <w:rsid w:val="00FE1877"/>
    <w:rsid w:val="00FE1C88"/>
    <w:rsid w:val="00FE2601"/>
    <w:rsid w:val="00FE34FF"/>
    <w:rsid w:val="00FE3564"/>
    <w:rsid w:val="00FE3D95"/>
    <w:rsid w:val="00FE4A00"/>
    <w:rsid w:val="00FE5192"/>
    <w:rsid w:val="00FE54B3"/>
    <w:rsid w:val="00FE55C1"/>
    <w:rsid w:val="00FE5E36"/>
    <w:rsid w:val="00FE5EC1"/>
    <w:rsid w:val="00FE6459"/>
    <w:rsid w:val="00FE6564"/>
    <w:rsid w:val="00FE71F3"/>
    <w:rsid w:val="00FF36BF"/>
    <w:rsid w:val="00FF45FF"/>
    <w:rsid w:val="00FF471A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7E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877E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877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4877ED"/>
    <w:rPr>
      <w:rFonts w:cs="Times New Roman"/>
      <w:color w:val="015B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lr.omskportal.ru" TargetMode="External"/><Relationship Id="rId13" Type="http://schemas.openxmlformats.org/officeDocument/2006/relationships/hyperlink" Target="consultantplus://offline/ref=A27C51551170BF5C5A138FDC19913E345E7D8353AB091F5F8DB07A181FsCG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olr-sv@bk.ru" TargetMode="External"/><Relationship Id="rId12" Type="http://schemas.openxmlformats.org/officeDocument/2006/relationships/hyperlink" Target="consultantplus://offline/ref=A27C51551170BF5C5A138FDC19913E345E7D805DA30A1F5F8DB07A181FCEB84CA7BCC9A6AAA51460sBGA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olr-lt@bk.ru" TargetMode="External"/><Relationship Id="rId11" Type="http://schemas.openxmlformats.org/officeDocument/2006/relationships/hyperlink" Target="consultantplus://offline/ref=A27C51551170BF5C5A138FDC19913E345E7D8055A4081F5F8DB07A181FsCGEE" TargetMode="External"/><Relationship Id="rId5" Type="http://schemas.openxmlformats.org/officeDocument/2006/relationships/hyperlink" Target="mailto:bolr-mr@bk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7C51551170BF5C5A138FDC19913E345E7D805CA5031F5F8DB07A181FsCGEE" TargetMode="External"/><Relationship Id="rId4" Type="http://schemas.openxmlformats.org/officeDocument/2006/relationships/hyperlink" Target="consultantplus://offline/ref=A27C51551170BF5C5A138FDC19913E345E7D8353AB091F5F8DB07A181FCEB84CA7BCC9A6AAA51468sBG7E" TargetMode="External"/><Relationship Id="rId9" Type="http://schemas.openxmlformats.org/officeDocument/2006/relationships/hyperlink" Target="consultantplus://offline/ref=A27C51551170BF5C5A138FDC19913E345D7D8551A95D485DDCE574s1GDE" TargetMode="External"/><Relationship Id="rId14" Type="http://schemas.openxmlformats.org/officeDocument/2006/relationships/hyperlink" Target="consultantplus://offline/ref=A27C51551170BF5C5A1391D10FFD613D577EDC59AB09120CD9EF214548C7B21BsEG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15</Pages>
  <Words>5139</Words>
  <Characters>29297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</dc:creator>
  <cp:keywords/>
  <dc:description/>
  <cp:lastModifiedBy>Ибрагимова ИА</cp:lastModifiedBy>
  <cp:revision>24</cp:revision>
  <dcterms:created xsi:type="dcterms:W3CDTF">2015-09-30T02:35:00Z</dcterms:created>
  <dcterms:modified xsi:type="dcterms:W3CDTF">2017-09-21T11:42:00Z</dcterms:modified>
</cp:coreProperties>
</file>